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4ED6" w:rsidRPr="00750CA7" w:rsidRDefault="009A5940" w:rsidP="001E7941">
      <w:pPr>
        <w:rPr>
          <w:rFonts w:ascii="Century Gothic" w:hAnsi="Century Gothic"/>
          <w:sz w:val="72"/>
          <w:szCs w:val="72"/>
        </w:rPr>
      </w:pPr>
      <w:r>
        <w:rPr>
          <w:rFonts w:ascii="Century Gothic" w:hAnsi="Century Gothic"/>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l_fi" o:spid="_x0000_s1026" type="#_x0000_t75" alt="http://2.bp.blogspot.com/_7vSBG4lMd9s/TEZ4jbXoClI/AAAAAAAAAMY/2zszum8ZKds/s320/world+pic.jpg" style="position:absolute;margin-left:177.75pt;margin-top:44.1pt;width:225pt;height:225pt;z-index:-251663360;visibility:visible" wrapcoords="-72 0 -72 21528 21600 21528 21600 0 -72 0">
            <v:imagedata r:id="rId6" o:title=""/>
            <w10:wrap type="through"/>
          </v:shape>
        </w:pict>
      </w:r>
      <w:r w:rsidR="005F4ED6" w:rsidRPr="00750CA7">
        <w:rPr>
          <w:rFonts w:ascii="Century Gothic" w:hAnsi="Century Gothic"/>
          <w:sz w:val="72"/>
          <w:szCs w:val="72"/>
        </w:rPr>
        <w:t>E</w:t>
      </w:r>
    </w:p>
    <w:p w:rsidR="005F4ED6" w:rsidRPr="00750CA7" w:rsidRDefault="005F4ED6" w:rsidP="001E7941">
      <w:pPr>
        <w:rPr>
          <w:rFonts w:ascii="Century Gothic" w:hAnsi="Century Gothic"/>
          <w:sz w:val="72"/>
          <w:szCs w:val="72"/>
        </w:rPr>
      </w:pPr>
      <w:r w:rsidRPr="00750CA7">
        <w:rPr>
          <w:rFonts w:ascii="Century Gothic" w:hAnsi="Century Gothic"/>
          <w:sz w:val="72"/>
          <w:szCs w:val="72"/>
        </w:rPr>
        <w:t>A</w:t>
      </w:r>
    </w:p>
    <w:p w:rsidR="005F4ED6" w:rsidRPr="00750CA7" w:rsidRDefault="005F4ED6" w:rsidP="001E7941">
      <w:pPr>
        <w:rPr>
          <w:rFonts w:ascii="Century Gothic" w:hAnsi="Century Gothic"/>
          <w:sz w:val="72"/>
          <w:szCs w:val="72"/>
        </w:rPr>
      </w:pPr>
      <w:r w:rsidRPr="00750CA7">
        <w:rPr>
          <w:rFonts w:ascii="Century Gothic" w:hAnsi="Century Gothic"/>
          <w:sz w:val="72"/>
          <w:szCs w:val="72"/>
        </w:rPr>
        <w:t xml:space="preserve">R </w:t>
      </w:r>
    </w:p>
    <w:p w:rsidR="005F4ED6" w:rsidRPr="00750CA7" w:rsidRDefault="005F4ED6" w:rsidP="001E7941">
      <w:pPr>
        <w:rPr>
          <w:rFonts w:ascii="Century Gothic" w:hAnsi="Century Gothic"/>
          <w:sz w:val="72"/>
          <w:szCs w:val="72"/>
        </w:rPr>
      </w:pPr>
      <w:r w:rsidRPr="00750CA7">
        <w:rPr>
          <w:rFonts w:ascii="Century Gothic" w:hAnsi="Century Gothic"/>
          <w:sz w:val="72"/>
          <w:szCs w:val="72"/>
        </w:rPr>
        <w:t>T</w:t>
      </w:r>
    </w:p>
    <w:p w:rsidR="005F4ED6" w:rsidRDefault="009A5940" w:rsidP="001E7941">
      <w:pPr>
        <w:rPr>
          <w:rFonts w:ascii="Century Gothic" w:hAnsi="Century Gothic"/>
          <w:sz w:val="72"/>
          <w:szCs w:val="72"/>
        </w:rPr>
      </w:pPr>
      <w:r>
        <w:rPr>
          <w:rFonts w:ascii="Century Gothic" w:hAnsi="Century Gothic"/>
          <w:noProof/>
        </w:rPr>
        <w:pict>
          <v:shape id="_x0000_s1027" type="#_x0000_t75" alt="http://www.deepspacefun.org/images/The_Milky_Way.jpg" style="position:absolute;margin-left:97.5pt;margin-top:57.1pt;width:179.5pt;height:143.85pt;z-index:-251661312;visibility:visible" wrapcoords="-90 0 -90 21488 21600 21488 21600 0 -90 0">
            <v:imagedata r:id="rId7" o:title=""/>
            <w10:wrap type="through"/>
          </v:shape>
        </w:pict>
      </w:r>
      <w:r>
        <w:rPr>
          <w:rFonts w:ascii="Century Gothic" w:hAnsi="Century Gothic"/>
          <w:noProof/>
        </w:rPr>
        <w:pict>
          <v:shape id="Picture 8" o:spid="_x0000_s1028" type="#_x0000_t75" style="position:absolute;margin-left:330.6pt;margin-top:56.95pt;width:2in;height:2in;z-index:-251662336;visibility:visible" wrapcoords="-112 0 -112 21488 21600 21488 21600 0 -112 0">
            <v:imagedata r:id="rId8" o:title=""/>
            <w10:wrap type="through"/>
          </v:shape>
        </w:pict>
      </w:r>
      <w:r w:rsidR="005F4ED6" w:rsidRPr="00750CA7">
        <w:rPr>
          <w:rFonts w:ascii="Century Gothic" w:hAnsi="Century Gothic"/>
          <w:sz w:val="72"/>
          <w:szCs w:val="72"/>
        </w:rPr>
        <w:t>H</w:t>
      </w:r>
    </w:p>
    <w:p w:rsidR="00C77B0C" w:rsidRPr="00750CA7" w:rsidRDefault="00C77B0C" w:rsidP="001E7941">
      <w:pPr>
        <w:rPr>
          <w:rFonts w:ascii="Century Gothic" w:hAnsi="Century Gothic"/>
          <w:sz w:val="72"/>
          <w:szCs w:val="72"/>
        </w:rPr>
      </w:pPr>
      <w:r>
        <w:rPr>
          <w:rFonts w:ascii="Century Gothic" w:hAnsi="Century Gothic"/>
          <w:sz w:val="72"/>
          <w:szCs w:val="72"/>
        </w:rPr>
        <w:t>‘</w:t>
      </w:r>
    </w:p>
    <w:p w:rsidR="005F4ED6" w:rsidRPr="00750CA7" w:rsidRDefault="005F4ED6" w:rsidP="001E7941">
      <w:pPr>
        <w:rPr>
          <w:rFonts w:ascii="Century Gothic" w:hAnsi="Century Gothic"/>
          <w:sz w:val="72"/>
          <w:szCs w:val="72"/>
        </w:rPr>
      </w:pPr>
      <w:r w:rsidRPr="00750CA7">
        <w:rPr>
          <w:rFonts w:ascii="Century Gothic" w:hAnsi="Century Gothic"/>
          <w:sz w:val="72"/>
          <w:szCs w:val="72"/>
        </w:rPr>
        <w:t xml:space="preserve">S </w:t>
      </w:r>
    </w:p>
    <w:p w:rsidR="005F4ED6" w:rsidRPr="00750CA7" w:rsidRDefault="005F4ED6" w:rsidP="001E7941">
      <w:pPr>
        <w:jc w:val="center"/>
        <w:rPr>
          <w:rFonts w:ascii="Century Gothic" w:hAnsi="Century Gothic"/>
          <w:sz w:val="48"/>
          <w:szCs w:val="48"/>
        </w:rPr>
      </w:pPr>
    </w:p>
    <w:p w:rsidR="005F4ED6" w:rsidRPr="00750CA7" w:rsidRDefault="005F4ED6" w:rsidP="0065714C">
      <w:pPr>
        <w:rPr>
          <w:rFonts w:ascii="Century Gothic" w:hAnsi="Century Gothic"/>
          <w:sz w:val="96"/>
          <w:szCs w:val="96"/>
        </w:rPr>
      </w:pPr>
    </w:p>
    <w:p w:rsidR="000354CE" w:rsidRPr="00750CA7" w:rsidRDefault="005F4ED6" w:rsidP="0065714C">
      <w:pPr>
        <w:rPr>
          <w:rFonts w:ascii="Century Gothic" w:hAnsi="Century Gothic"/>
          <w:sz w:val="90"/>
          <w:szCs w:val="90"/>
        </w:rPr>
      </w:pPr>
      <w:r w:rsidRPr="00750CA7">
        <w:rPr>
          <w:rFonts w:ascii="Century Gothic" w:hAnsi="Century Gothic"/>
          <w:sz w:val="90"/>
          <w:szCs w:val="90"/>
        </w:rPr>
        <w:t xml:space="preserve">F O R M A T I O N </w:t>
      </w:r>
    </w:p>
    <w:p w:rsidR="004C3C10" w:rsidRDefault="004C3C10" w:rsidP="001E7941">
      <w:pPr>
        <w:rPr>
          <w:rFonts w:ascii="Century Gothic" w:hAnsi="Century Gothic"/>
          <w:b/>
          <w:sz w:val="48"/>
          <w:szCs w:val="48"/>
        </w:rPr>
      </w:pPr>
    </w:p>
    <w:p w:rsidR="005F4ED6" w:rsidRPr="00750CA7" w:rsidRDefault="00C77B0C" w:rsidP="001E7941">
      <w:pPr>
        <w:rPr>
          <w:rFonts w:ascii="Century Gothic" w:hAnsi="Century Gothic"/>
          <w:b/>
          <w:sz w:val="48"/>
          <w:szCs w:val="48"/>
        </w:rPr>
      </w:pPr>
      <w:r>
        <w:rPr>
          <w:rFonts w:ascii="Century Gothic" w:hAnsi="Century Gothic"/>
          <w:b/>
          <w:sz w:val="48"/>
          <w:szCs w:val="48"/>
        </w:rPr>
        <w:lastRenderedPageBreak/>
        <w:t>F</w:t>
      </w:r>
      <w:r w:rsidR="005F4ED6" w:rsidRPr="00750CA7">
        <w:rPr>
          <w:rFonts w:ascii="Century Gothic" w:hAnsi="Century Gothic"/>
          <w:b/>
          <w:sz w:val="48"/>
          <w:szCs w:val="48"/>
        </w:rPr>
        <w:t>ormation of the Earth</w:t>
      </w:r>
    </w:p>
    <w:p w:rsidR="005F4ED6" w:rsidRPr="006B5F89" w:rsidRDefault="005F4ED6" w:rsidP="0004041F">
      <w:pPr>
        <w:pStyle w:val="ListParagraph"/>
        <w:numPr>
          <w:ilvl w:val="0"/>
          <w:numId w:val="1"/>
        </w:numPr>
        <w:rPr>
          <w:rFonts w:ascii="Century Gothic" w:hAnsi="Century Gothic"/>
        </w:rPr>
      </w:pPr>
      <w:r w:rsidRPr="006B5F89">
        <w:rPr>
          <w:rFonts w:ascii="Century Gothic" w:hAnsi="Century Gothic"/>
        </w:rPr>
        <w:t xml:space="preserve">The sun and planets, along with satellites (moons), Asteroids, and comets, all formed from a huge mass of dust and gas called a </w:t>
      </w:r>
      <w:r w:rsidRPr="006B5F89">
        <w:rPr>
          <w:rFonts w:ascii="Century Gothic" w:hAnsi="Century Gothic"/>
          <w:b/>
        </w:rPr>
        <w:t xml:space="preserve">Nebula. </w:t>
      </w:r>
    </w:p>
    <w:p w:rsidR="005F4ED6" w:rsidRPr="006B5F89" w:rsidRDefault="005F4ED6" w:rsidP="0004041F">
      <w:pPr>
        <w:pStyle w:val="ListParagraph"/>
        <w:numPr>
          <w:ilvl w:val="0"/>
          <w:numId w:val="1"/>
        </w:numPr>
        <w:rPr>
          <w:rFonts w:ascii="Century Gothic" w:hAnsi="Century Gothic"/>
        </w:rPr>
      </w:pPr>
      <w:r w:rsidRPr="006B5F89">
        <w:rPr>
          <w:rFonts w:ascii="Century Gothic" w:hAnsi="Century Gothic"/>
        </w:rPr>
        <w:t xml:space="preserve">Under the influence of </w:t>
      </w:r>
      <w:r w:rsidRPr="006B5F89">
        <w:rPr>
          <w:rFonts w:ascii="Century Gothic" w:hAnsi="Century Gothic"/>
          <w:b/>
        </w:rPr>
        <w:t xml:space="preserve">Gravity </w:t>
      </w:r>
      <w:r w:rsidRPr="006B5F89">
        <w:rPr>
          <w:rFonts w:ascii="Century Gothic" w:hAnsi="Century Gothic"/>
        </w:rPr>
        <w:t xml:space="preserve">(force of attraction) this nebula collapsed inward. As the volume of dust and gas shrank in size, its </w:t>
      </w:r>
      <w:r w:rsidRPr="006B5F89">
        <w:rPr>
          <w:rFonts w:ascii="Century Gothic" w:hAnsi="Century Gothic"/>
          <w:b/>
        </w:rPr>
        <w:t xml:space="preserve">density </w:t>
      </w:r>
      <w:r w:rsidRPr="006B5F89">
        <w:rPr>
          <w:rFonts w:ascii="Century Gothic" w:hAnsi="Century Gothic"/>
        </w:rPr>
        <w:t xml:space="preserve">increased and the </w:t>
      </w:r>
      <w:r w:rsidRPr="006B5F89">
        <w:rPr>
          <w:rFonts w:ascii="Century Gothic" w:hAnsi="Century Gothic"/>
          <w:b/>
        </w:rPr>
        <w:t xml:space="preserve">temperature </w:t>
      </w:r>
      <w:r w:rsidRPr="006B5F89">
        <w:rPr>
          <w:rFonts w:ascii="Century Gothic" w:hAnsi="Century Gothic"/>
        </w:rPr>
        <w:t xml:space="preserve">rose proportionally. </w:t>
      </w:r>
    </w:p>
    <w:p w:rsidR="005F4ED6" w:rsidRPr="006B5F89" w:rsidRDefault="005F4ED6" w:rsidP="0004041F">
      <w:pPr>
        <w:pStyle w:val="ListParagraph"/>
        <w:numPr>
          <w:ilvl w:val="0"/>
          <w:numId w:val="1"/>
        </w:numPr>
        <w:rPr>
          <w:rFonts w:ascii="Century Gothic" w:hAnsi="Century Gothic"/>
        </w:rPr>
      </w:pPr>
      <w:r w:rsidRPr="006B5F89">
        <w:rPr>
          <w:rFonts w:ascii="Century Gothic" w:hAnsi="Century Gothic"/>
        </w:rPr>
        <w:t xml:space="preserve">The sun used up most of the material of the nebula; what little remained went into making the rest of the solar system. </w:t>
      </w:r>
    </w:p>
    <w:p w:rsidR="005F4ED6" w:rsidRPr="006B5F89" w:rsidRDefault="005F4ED6" w:rsidP="00C52058">
      <w:pPr>
        <w:pStyle w:val="ListParagraph"/>
        <w:numPr>
          <w:ilvl w:val="0"/>
          <w:numId w:val="1"/>
        </w:numPr>
        <w:rPr>
          <w:rFonts w:ascii="Century Gothic" w:hAnsi="Century Gothic"/>
        </w:rPr>
      </w:pPr>
      <w:r w:rsidRPr="006B5F89">
        <w:rPr>
          <w:rFonts w:ascii="Century Gothic" w:hAnsi="Century Gothic"/>
        </w:rPr>
        <w:t>If we went back in time to around 5 b/y ago (B= billion/ Y= years) and we observed our forming solar system, we would see a very big glowing star –our sun, and a large flat ring of material extending outward from the sun’s equator. From this ring of material the rest of the solar system would form (our only interest is in the formation of just one planet –earth; our discussion thus will be limited to just our planet.)</w:t>
      </w:r>
    </w:p>
    <w:p w:rsidR="005F4ED6" w:rsidRPr="006B5F89" w:rsidRDefault="005F4ED6" w:rsidP="00C52058">
      <w:pPr>
        <w:pStyle w:val="ListParagraph"/>
        <w:numPr>
          <w:ilvl w:val="0"/>
          <w:numId w:val="1"/>
        </w:numPr>
        <w:rPr>
          <w:rFonts w:ascii="Century Gothic" w:hAnsi="Century Gothic"/>
        </w:rPr>
      </w:pPr>
      <w:r w:rsidRPr="006B5F89">
        <w:rPr>
          <w:rFonts w:ascii="Century Gothic" w:hAnsi="Century Gothic"/>
          <w:b/>
        </w:rPr>
        <w:t>Accretion</w:t>
      </w:r>
      <w:r w:rsidRPr="006B5F89">
        <w:rPr>
          <w:rFonts w:ascii="Century Gothic" w:hAnsi="Century Gothic"/>
        </w:rPr>
        <w:t xml:space="preserve"> is the process of growth from external sources. </w:t>
      </w:r>
    </w:p>
    <w:p w:rsidR="005F4ED6" w:rsidRPr="006B5F89" w:rsidRDefault="005F4ED6" w:rsidP="006668D7">
      <w:pPr>
        <w:pStyle w:val="ListParagraph"/>
        <w:numPr>
          <w:ilvl w:val="0"/>
          <w:numId w:val="1"/>
        </w:numPr>
        <w:rPr>
          <w:rFonts w:ascii="Century Gothic" w:hAnsi="Century Gothic"/>
        </w:rPr>
      </w:pPr>
      <w:r w:rsidRPr="006B5F89">
        <w:rPr>
          <w:rFonts w:ascii="Century Gothic" w:hAnsi="Century Gothic"/>
        </w:rPr>
        <w:t>This process describes how the earth formed from a speck of dust, to a planet with a diameter of 7,927 miles: the diagrams below illustrate this process.</w:t>
      </w:r>
    </w:p>
    <w:p w:rsidR="007E5C72" w:rsidRPr="006B5F89" w:rsidRDefault="009A5940" w:rsidP="007E5C72">
      <w:pPr>
        <w:pStyle w:val="ListParagraph"/>
        <w:rPr>
          <w:rFonts w:ascii="Century Gothic" w:hAnsi="Century Gothic"/>
        </w:rPr>
      </w:pPr>
      <w:r>
        <w:rPr>
          <w:rFonts w:ascii="Century Gothic" w:hAnsi="Century Gothic"/>
          <w:noProof/>
        </w:rPr>
        <w:pict>
          <v:shape id="_x0000_s1029" type="#_x0000_t75" alt="http://www.noao.edu/outreach/press/pr08/images/accretion-olds.jpg" style="position:absolute;left:0;text-align:left;margin-left:334.1pt;margin-top:.1pt;width:150.95pt;height:120.75pt;z-index:-251660288;visibility:visible" wrapcoords="-107 0 -107 21466 21600 21466 21600 0 -107 0">
            <v:imagedata r:id="rId9" o:title=""/>
            <w10:wrap type="through"/>
          </v:shape>
        </w:pict>
      </w:r>
    </w:p>
    <w:p w:rsidR="005F4ED6" w:rsidRPr="006B5F89" w:rsidRDefault="005F4ED6" w:rsidP="00972681">
      <w:pPr>
        <w:pStyle w:val="ListParagraph"/>
        <w:numPr>
          <w:ilvl w:val="0"/>
          <w:numId w:val="1"/>
        </w:numPr>
        <w:rPr>
          <w:rFonts w:ascii="Century Gothic" w:hAnsi="Century Gothic"/>
        </w:rPr>
      </w:pPr>
      <w:r w:rsidRPr="006B5F89">
        <w:rPr>
          <w:rFonts w:ascii="Century Gothic" w:hAnsi="Century Gothic"/>
          <w:b/>
        </w:rPr>
        <w:t>A</w:t>
      </w:r>
      <w:r w:rsidRPr="006B5F89">
        <w:rPr>
          <w:rFonts w:ascii="Century Gothic" w:hAnsi="Century Gothic"/>
        </w:rPr>
        <w:t xml:space="preserve">.  As the particles are revolving around the sun in the big ring, the particles collided with other particles and stick together, thus getting bigger. </w:t>
      </w:r>
    </w:p>
    <w:p w:rsidR="005F4ED6" w:rsidRPr="006B5F89" w:rsidRDefault="005F4ED6" w:rsidP="00972681">
      <w:pPr>
        <w:rPr>
          <w:rFonts w:ascii="Century Gothic" w:hAnsi="Century Gothic"/>
        </w:rPr>
      </w:pPr>
    </w:p>
    <w:p w:rsidR="007E5C72" w:rsidRPr="006B5F89" w:rsidRDefault="007E5C72" w:rsidP="00972681">
      <w:pPr>
        <w:rPr>
          <w:rFonts w:ascii="Century Gothic" w:hAnsi="Century Gothic"/>
        </w:rPr>
      </w:pPr>
    </w:p>
    <w:p w:rsidR="005F4ED6" w:rsidRPr="006B5F89" w:rsidRDefault="005F4ED6" w:rsidP="00972681">
      <w:pPr>
        <w:pStyle w:val="ListParagraph"/>
        <w:numPr>
          <w:ilvl w:val="0"/>
          <w:numId w:val="1"/>
        </w:numPr>
        <w:rPr>
          <w:rFonts w:ascii="Century Gothic" w:hAnsi="Century Gothic"/>
        </w:rPr>
      </w:pPr>
      <w:r w:rsidRPr="006B5F89">
        <w:rPr>
          <w:rFonts w:ascii="Century Gothic" w:hAnsi="Century Gothic"/>
          <w:b/>
        </w:rPr>
        <w:t xml:space="preserve">B. </w:t>
      </w:r>
      <w:r w:rsidRPr="006B5F89">
        <w:rPr>
          <w:rFonts w:ascii="Century Gothic" w:hAnsi="Century Gothic"/>
        </w:rPr>
        <w:t xml:space="preserve">Now the clumps of particles are somewhat bigger so that more matter is accreted with each collision. </w:t>
      </w:r>
    </w:p>
    <w:p w:rsidR="005F4ED6" w:rsidRPr="006B5F89" w:rsidRDefault="009A5940" w:rsidP="00972681">
      <w:pPr>
        <w:pStyle w:val="ListParagraph"/>
        <w:rPr>
          <w:rFonts w:ascii="Century Gothic" w:hAnsi="Century Gothic"/>
        </w:rPr>
      </w:pPr>
      <w:r>
        <w:rPr>
          <w:rFonts w:ascii="Century Gothic" w:hAnsi="Century Gothic"/>
          <w:noProof/>
        </w:rPr>
        <w:pict>
          <v:shape id="_x0000_s1030" type="#_x0000_t75" alt="http://web.ipac.caltech.edu/staff/hoard/research/cvir/pr/noao_pr0802_files/accretion-news.jpg" style="position:absolute;left:0;text-align:left;margin-left:334.1pt;margin-top:7.6pt;width:159.75pt;height:127.7pt;z-index:-251659264;visibility:visible" wrapcoords="-101 0 -101 21473 21600 21473 21600 0 -101 0">
            <v:imagedata r:id="rId10" o:title=""/>
            <w10:wrap type="through"/>
          </v:shape>
        </w:pict>
      </w:r>
    </w:p>
    <w:p w:rsidR="005F4ED6" w:rsidRPr="006B5F89" w:rsidRDefault="005F4ED6" w:rsidP="00972681">
      <w:pPr>
        <w:pStyle w:val="ListParagraph"/>
        <w:rPr>
          <w:rFonts w:ascii="Century Gothic" w:hAnsi="Century Gothic"/>
        </w:rPr>
      </w:pPr>
    </w:p>
    <w:p w:rsidR="005F4ED6" w:rsidRPr="006B5F89" w:rsidRDefault="005F4ED6" w:rsidP="00972681">
      <w:pPr>
        <w:pStyle w:val="ListParagraph"/>
        <w:rPr>
          <w:rFonts w:ascii="Century Gothic" w:hAnsi="Century Gothic"/>
        </w:rPr>
      </w:pPr>
    </w:p>
    <w:p w:rsidR="005F4ED6" w:rsidRPr="006B5F89" w:rsidRDefault="005F4ED6" w:rsidP="00972681">
      <w:pPr>
        <w:pStyle w:val="ListParagraph"/>
        <w:rPr>
          <w:rFonts w:ascii="Century Gothic" w:hAnsi="Century Gothic"/>
        </w:rPr>
      </w:pPr>
    </w:p>
    <w:p w:rsidR="005F4ED6" w:rsidRPr="006B5F89" w:rsidRDefault="005F4ED6" w:rsidP="00972681">
      <w:pPr>
        <w:pStyle w:val="ListParagraph"/>
        <w:rPr>
          <w:rFonts w:ascii="Century Gothic" w:hAnsi="Century Gothic"/>
        </w:rPr>
      </w:pPr>
    </w:p>
    <w:p w:rsidR="005F4ED6" w:rsidRPr="006B5F89" w:rsidRDefault="005F4ED6" w:rsidP="00A707C5">
      <w:pPr>
        <w:pStyle w:val="ListParagraph"/>
        <w:ind w:left="0"/>
        <w:rPr>
          <w:rFonts w:ascii="Century Gothic" w:hAnsi="Century Gothic"/>
        </w:rPr>
      </w:pPr>
    </w:p>
    <w:p w:rsidR="005F4ED6" w:rsidRPr="006B5F89" w:rsidRDefault="005F4ED6" w:rsidP="00081787">
      <w:pPr>
        <w:pStyle w:val="ListParagraph"/>
        <w:numPr>
          <w:ilvl w:val="0"/>
          <w:numId w:val="1"/>
        </w:numPr>
        <w:rPr>
          <w:rFonts w:ascii="Century Gothic" w:hAnsi="Century Gothic"/>
        </w:rPr>
      </w:pPr>
      <w:r w:rsidRPr="006B5F89">
        <w:rPr>
          <w:rFonts w:ascii="Century Gothic" w:hAnsi="Century Gothic"/>
          <w:b/>
        </w:rPr>
        <w:t xml:space="preserve">C. </w:t>
      </w:r>
      <w:r w:rsidRPr="006B5F89">
        <w:rPr>
          <w:rFonts w:ascii="Century Gothic" w:hAnsi="Century Gothic"/>
        </w:rPr>
        <w:t xml:space="preserve">At this stage the growing proto- earth is now a few hundred miles in diameter, and is getting warm. </w:t>
      </w:r>
    </w:p>
    <w:p w:rsidR="005F4ED6" w:rsidRPr="006B5F89" w:rsidRDefault="005F4ED6" w:rsidP="00081787">
      <w:pPr>
        <w:pStyle w:val="ListParagraph"/>
        <w:rPr>
          <w:rFonts w:ascii="Century Gothic" w:hAnsi="Century Gothic" w:cs="Arial"/>
          <w:noProof/>
        </w:rPr>
      </w:pPr>
    </w:p>
    <w:p w:rsidR="00750CA7" w:rsidRPr="006B5F89" w:rsidRDefault="009A5940" w:rsidP="00081787">
      <w:pPr>
        <w:pStyle w:val="ListParagraph"/>
        <w:rPr>
          <w:rFonts w:ascii="Century Gothic" w:hAnsi="Century Gothic" w:cs="Arial"/>
          <w:noProof/>
        </w:rPr>
      </w:pPr>
      <w:r>
        <w:rPr>
          <w:rFonts w:ascii="Century Gothic" w:hAnsi="Century Gothic"/>
          <w:noProof/>
        </w:rPr>
        <w:pict>
          <v:shape id="_x0000_s1031" type="#_x0000_t75" alt="http://www.daviddarling.info/images/black_hole_accretion_disk.jpg" style="position:absolute;left:0;text-align:left;margin-left:337.85pt;margin-top:5.4pt;width:152.25pt;height:114pt;z-index:-251658240;visibility:visible" wrapcoords="-106 0 -106 21458 21600 21458 21600 0 -106 0">
            <v:imagedata r:id="rId11" o:title=""/>
            <w10:wrap type="through"/>
          </v:shape>
        </w:pict>
      </w:r>
    </w:p>
    <w:p w:rsidR="00750CA7" w:rsidRPr="006B5F89" w:rsidRDefault="00750CA7" w:rsidP="00081787">
      <w:pPr>
        <w:pStyle w:val="ListParagraph"/>
        <w:rPr>
          <w:rFonts w:ascii="Century Gothic" w:hAnsi="Century Gothic" w:cs="Arial"/>
          <w:noProof/>
        </w:rPr>
      </w:pPr>
    </w:p>
    <w:p w:rsidR="005F4ED6" w:rsidRPr="006B5F89" w:rsidRDefault="005F4ED6" w:rsidP="00081787">
      <w:pPr>
        <w:pStyle w:val="ListParagraph"/>
        <w:numPr>
          <w:ilvl w:val="0"/>
          <w:numId w:val="1"/>
        </w:numPr>
        <w:rPr>
          <w:rFonts w:ascii="Century Gothic" w:hAnsi="Century Gothic"/>
        </w:rPr>
      </w:pPr>
      <w:r w:rsidRPr="006B5F89">
        <w:rPr>
          <w:rFonts w:ascii="Century Gothic" w:hAnsi="Century Gothic"/>
          <w:b/>
        </w:rPr>
        <w:t xml:space="preserve">D. </w:t>
      </w:r>
      <w:r w:rsidRPr="006B5F89">
        <w:rPr>
          <w:rFonts w:ascii="Century Gothic" w:hAnsi="Century Gothic"/>
        </w:rPr>
        <w:t xml:space="preserve">Now the proto- earth is a few thousands of miles in diameter. The meteor bombardment is very intense, and the proto- earth is getting very hot. </w:t>
      </w:r>
    </w:p>
    <w:p w:rsidR="005F4ED6" w:rsidRDefault="005F4ED6" w:rsidP="004E5D62">
      <w:pPr>
        <w:pStyle w:val="ListParagraph"/>
        <w:rPr>
          <w:rFonts w:ascii="Century Gothic" w:hAnsi="Century Gothic"/>
        </w:rPr>
      </w:pPr>
    </w:p>
    <w:p w:rsidR="00CE5D8C" w:rsidRPr="006B5F89" w:rsidRDefault="00CE5D8C" w:rsidP="004E5D62">
      <w:pPr>
        <w:pStyle w:val="ListParagraph"/>
        <w:rPr>
          <w:rFonts w:ascii="Century Gothic" w:hAnsi="Century Gothic"/>
        </w:rPr>
      </w:pPr>
    </w:p>
    <w:p w:rsidR="005F4ED6" w:rsidRPr="006B5F89" w:rsidRDefault="005F4ED6" w:rsidP="004E5D62">
      <w:pPr>
        <w:pStyle w:val="ListParagraph"/>
        <w:numPr>
          <w:ilvl w:val="0"/>
          <w:numId w:val="1"/>
        </w:numPr>
        <w:rPr>
          <w:rFonts w:ascii="Century Gothic" w:hAnsi="Century Gothic"/>
        </w:rPr>
      </w:pPr>
      <w:r w:rsidRPr="006B5F89">
        <w:rPr>
          <w:rFonts w:ascii="Century Gothic" w:hAnsi="Century Gothic"/>
          <w:b/>
        </w:rPr>
        <w:lastRenderedPageBreak/>
        <w:t xml:space="preserve">E. </w:t>
      </w:r>
      <w:r w:rsidRPr="006B5F89">
        <w:rPr>
          <w:rFonts w:ascii="Century Gothic" w:hAnsi="Century Gothic"/>
        </w:rPr>
        <w:t xml:space="preserve">At this point the proto- earth is so hot it totally liquefied. This allows the many different materials with their different densities to seek their own level: heavy, dense materials sink to the middle, while light materials rise to the top. </w:t>
      </w:r>
    </w:p>
    <w:p w:rsidR="005F4ED6" w:rsidRPr="006B5F89" w:rsidRDefault="005F4ED6" w:rsidP="004E5D62">
      <w:pPr>
        <w:pStyle w:val="ListParagraph"/>
        <w:numPr>
          <w:ilvl w:val="0"/>
          <w:numId w:val="1"/>
        </w:numPr>
        <w:rPr>
          <w:rFonts w:ascii="Century Gothic" w:hAnsi="Century Gothic"/>
        </w:rPr>
      </w:pPr>
      <w:r w:rsidRPr="006B5F89">
        <w:rPr>
          <w:rFonts w:ascii="Century Gothic" w:hAnsi="Century Gothic"/>
        </w:rPr>
        <w:t xml:space="preserve">This process is called </w:t>
      </w:r>
      <w:r w:rsidRPr="006B5F89">
        <w:rPr>
          <w:rFonts w:ascii="Century Gothic" w:hAnsi="Century Gothic"/>
          <w:b/>
        </w:rPr>
        <w:t>Differentiation.</w:t>
      </w:r>
    </w:p>
    <w:p w:rsidR="005F4ED6" w:rsidRPr="006B5F89" w:rsidRDefault="005F4ED6" w:rsidP="004E5D62">
      <w:pPr>
        <w:pStyle w:val="ListParagraph"/>
        <w:rPr>
          <w:rFonts w:ascii="Century Gothic" w:hAnsi="Century Gothic"/>
          <w:b/>
        </w:rPr>
      </w:pPr>
    </w:p>
    <w:p w:rsidR="005F4ED6" w:rsidRPr="006B5F89" w:rsidRDefault="005F4ED6" w:rsidP="004E5D62">
      <w:pPr>
        <w:pStyle w:val="ListParagraph"/>
        <w:numPr>
          <w:ilvl w:val="0"/>
          <w:numId w:val="1"/>
        </w:numPr>
        <w:rPr>
          <w:rFonts w:ascii="Century Gothic" w:hAnsi="Century Gothic"/>
        </w:rPr>
      </w:pPr>
      <w:r w:rsidRPr="006B5F89">
        <w:rPr>
          <w:rFonts w:ascii="Century Gothic" w:hAnsi="Century Gothic"/>
          <w:b/>
        </w:rPr>
        <w:t xml:space="preserve">F. </w:t>
      </w:r>
      <w:r w:rsidRPr="006B5F89">
        <w:rPr>
          <w:rFonts w:ascii="Century Gothic" w:hAnsi="Century Gothic"/>
        </w:rPr>
        <w:t xml:space="preserve">Toward the end of the accretion process, many large meteors slam into the planet making large </w:t>
      </w:r>
      <w:r w:rsidRPr="006B5F89">
        <w:rPr>
          <w:rFonts w:ascii="Century Gothic" w:hAnsi="Century Gothic"/>
          <w:u w:val="single"/>
        </w:rPr>
        <w:t>basins</w:t>
      </w:r>
      <w:r w:rsidRPr="006B5F89">
        <w:rPr>
          <w:rFonts w:ascii="Century Gothic" w:hAnsi="Century Gothic"/>
        </w:rPr>
        <w:t xml:space="preserve">. </w:t>
      </w:r>
    </w:p>
    <w:p w:rsidR="005F4ED6" w:rsidRPr="006B5F89" w:rsidRDefault="005F4ED6" w:rsidP="004E5D62">
      <w:pPr>
        <w:pStyle w:val="ListParagraph"/>
        <w:rPr>
          <w:rFonts w:ascii="Century Gothic" w:hAnsi="Century Gothic"/>
        </w:rPr>
      </w:pPr>
    </w:p>
    <w:p w:rsidR="005F4ED6" w:rsidRPr="006B5F89" w:rsidRDefault="009A5940" w:rsidP="00E0480A">
      <w:pPr>
        <w:pStyle w:val="ListParagraph"/>
        <w:numPr>
          <w:ilvl w:val="0"/>
          <w:numId w:val="1"/>
        </w:numPr>
        <w:rPr>
          <w:rFonts w:ascii="Century Gothic" w:hAnsi="Century Gothic"/>
        </w:rPr>
      </w:pPr>
      <w:r>
        <w:rPr>
          <w:rFonts w:ascii="Century Gothic" w:hAnsi="Century Gothic"/>
          <w:noProof/>
        </w:rPr>
        <w:pict>
          <v:shape id="_x0000_s1032" type="#_x0000_t75" alt="http://www.topnews.in/files/HEAT_WAVE.jpg" style="position:absolute;left:0;text-align:left;margin-left:320.25pt;margin-top:26.25pt;width:166.4pt;height:124.75pt;z-index:-251654144;visibility:visible;mso-position-horizontal-relative:text;mso-position-vertical-relative:text" wrapcoords="-121 0 -121 21439 21600 21439 21600 0 -121 0">
            <v:imagedata r:id="rId12" o:title=""/>
            <w10:wrap type="through"/>
          </v:shape>
        </w:pict>
      </w:r>
      <w:r w:rsidR="005F4ED6" w:rsidRPr="006B5F89">
        <w:rPr>
          <w:rFonts w:ascii="Century Gothic" w:hAnsi="Century Gothic"/>
          <w:b/>
        </w:rPr>
        <w:t xml:space="preserve">G. </w:t>
      </w:r>
      <w:proofErr w:type="gramStart"/>
      <w:r w:rsidR="005F4ED6" w:rsidRPr="006B5F89">
        <w:rPr>
          <w:rFonts w:ascii="Century Gothic" w:hAnsi="Century Gothic"/>
        </w:rPr>
        <w:t>By</w:t>
      </w:r>
      <w:proofErr w:type="gramEnd"/>
      <w:r w:rsidR="005F4ED6" w:rsidRPr="006B5F89">
        <w:rPr>
          <w:rFonts w:ascii="Century Gothic" w:hAnsi="Century Gothic"/>
        </w:rPr>
        <w:t xml:space="preserve"> </w:t>
      </w:r>
      <w:r w:rsidR="005F4ED6" w:rsidRPr="006B5F89">
        <w:rPr>
          <w:rFonts w:ascii="Century Gothic" w:hAnsi="Century Gothic"/>
          <w:b/>
        </w:rPr>
        <w:t xml:space="preserve">4.6 B/Y </w:t>
      </w:r>
      <w:r w:rsidR="005F4ED6" w:rsidRPr="006B5F89">
        <w:rPr>
          <w:rFonts w:ascii="Century Gothic" w:hAnsi="Century Gothic"/>
        </w:rPr>
        <w:t xml:space="preserve">the earth has finally formed a </w:t>
      </w:r>
      <w:r w:rsidR="005F4ED6" w:rsidRPr="006B5F89">
        <w:rPr>
          <w:rFonts w:ascii="Century Gothic" w:hAnsi="Century Gothic"/>
          <w:u w:val="single"/>
        </w:rPr>
        <w:t>permanent hard crust</w:t>
      </w:r>
      <w:r w:rsidR="005F4ED6" w:rsidRPr="006B5F89">
        <w:rPr>
          <w:rFonts w:ascii="Century Gothic" w:hAnsi="Century Gothic"/>
        </w:rPr>
        <w:t xml:space="preserve"> which is totally covered with various size craters. </w:t>
      </w:r>
    </w:p>
    <w:p w:rsidR="005F4ED6" w:rsidRPr="00750CA7" w:rsidRDefault="005F4ED6" w:rsidP="004E5D62">
      <w:pPr>
        <w:rPr>
          <w:rFonts w:ascii="Century Gothic" w:hAnsi="Century Gothic"/>
          <w:b/>
          <w:sz w:val="48"/>
          <w:szCs w:val="48"/>
        </w:rPr>
      </w:pPr>
      <w:r w:rsidRPr="00750CA7">
        <w:rPr>
          <w:rFonts w:ascii="Century Gothic" w:hAnsi="Century Gothic"/>
          <w:b/>
          <w:sz w:val="48"/>
          <w:szCs w:val="48"/>
        </w:rPr>
        <w:t>Sources of Heat</w:t>
      </w:r>
    </w:p>
    <w:p w:rsidR="005F4ED6" w:rsidRPr="006B5F89" w:rsidRDefault="005F4ED6" w:rsidP="00F85489">
      <w:pPr>
        <w:pStyle w:val="ListParagraph"/>
        <w:numPr>
          <w:ilvl w:val="0"/>
          <w:numId w:val="4"/>
        </w:numPr>
        <w:rPr>
          <w:rFonts w:ascii="Century Gothic" w:hAnsi="Century Gothic"/>
          <w:b/>
        </w:rPr>
      </w:pPr>
      <w:r w:rsidRPr="006B5F89">
        <w:rPr>
          <w:rFonts w:ascii="Century Gothic" w:hAnsi="Century Gothic"/>
        </w:rPr>
        <w:t>As the earth was growing in size, by accretion, it was getting hotter. There were three sources of heat that played big roles at various times during the formation:</w:t>
      </w:r>
    </w:p>
    <w:p w:rsidR="005F4ED6" w:rsidRPr="006B5F89" w:rsidRDefault="005F4ED6" w:rsidP="00F85489">
      <w:pPr>
        <w:pStyle w:val="ListParagraph"/>
        <w:ind w:left="1440"/>
        <w:rPr>
          <w:rFonts w:ascii="Century Gothic" w:hAnsi="Century Gothic"/>
        </w:rPr>
      </w:pPr>
      <w:r w:rsidRPr="006B5F89">
        <w:rPr>
          <w:rFonts w:ascii="Century Gothic" w:hAnsi="Century Gothic"/>
        </w:rPr>
        <w:t>-  Accretional heat</w:t>
      </w:r>
    </w:p>
    <w:p w:rsidR="005F4ED6" w:rsidRPr="006B5F89" w:rsidRDefault="005F4ED6" w:rsidP="00F85489">
      <w:pPr>
        <w:pStyle w:val="ListParagraph"/>
        <w:ind w:left="1440"/>
        <w:rPr>
          <w:rFonts w:ascii="Century Gothic" w:hAnsi="Century Gothic"/>
        </w:rPr>
      </w:pPr>
      <w:r w:rsidRPr="006B5F89">
        <w:rPr>
          <w:rFonts w:ascii="Century Gothic" w:hAnsi="Century Gothic"/>
        </w:rPr>
        <w:t>-  Compressional heat</w:t>
      </w:r>
    </w:p>
    <w:p w:rsidR="005F4ED6" w:rsidRPr="006B5F89" w:rsidRDefault="005F4ED6" w:rsidP="00F85489">
      <w:pPr>
        <w:pStyle w:val="ListParagraph"/>
        <w:ind w:left="1440"/>
        <w:rPr>
          <w:rFonts w:ascii="Century Gothic" w:hAnsi="Century Gothic"/>
        </w:rPr>
      </w:pPr>
      <w:r w:rsidRPr="006B5F89">
        <w:rPr>
          <w:rFonts w:ascii="Century Gothic" w:hAnsi="Century Gothic"/>
        </w:rPr>
        <w:t>-  Radioactive heat</w:t>
      </w:r>
    </w:p>
    <w:p w:rsidR="005F4ED6" w:rsidRPr="00750CA7" w:rsidRDefault="005F4ED6" w:rsidP="00304EC5">
      <w:pPr>
        <w:rPr>
          <w:rFonts w:ascii="Century Gothic" w:hAnsi="Century Gothic"/>
          <w:b/>
          <w:sz w:val="32"/>
          <w:szCs w:val="32"/>
        </w:rPr>
      </w:pPr>
      <w:r w:rsidRPr="00750CA7">
        <w:rPr>
          <w:rFonts w:ascii="Century Gothic" w:hAnsi="Century Gothic"/>
          <w:b/>
          <w:sz w:val="32"/>
          <w:szCs w:val="32"/>
        </w:rPr>
        <w:t>Accretional</w:t>
      </w:r>
      <w:bookmarkStart w:id="0" w:name="_GoBack"/>
      <w:bookmarkEnd w:id="0"/>
      <w:r w:rsidRPr="00750CA7">
        <w:rPr>
          <w:rFonts w:ascii="Century Gothic" w:hAnsi="Century Gothic"/>
          <w:b/>
          <w:sz w:val="32"/>
          <w:szCs w:val="32"/>
        </w:rPr>
        <w:t xml:space="preserve"> Heat</w:t>
      </w:r>
    </w:p>
    <w:p w:rsidR="005F4ED6" w:rsidRPr="006B5F89" w:rsidRDefault="005F4ED6" w:rsidP="00304EC5">
      <w:pPr>
        <w:pStyle w:val="ListParagraph"/>
        <w:numPr>
          <w:ilvl w:val="0"/>
          <w:numId w:val="4"/>
        </w:numPr>
        <w:rPr>
          <w:rFonts w:ascii="Century Gothic" w:hAnsi="Century Gothic"/>
          <w:b/>
        </w:rPr>
      </w:pPr>
      <w:r w:rsidRPr="006B5F89">
        <w:rPr>
          <w:rFonts w:ascii="Century Gothic" w:hAnsi="Century Gothic"/>
        </w:rPr>
        <w:t xml:space="preserve">During the period of meteor bombardment, when chunks of rock are impacting on the surface at 15 m p s, besides making a huge crater, a tremendous amount of energy is transferred to the earth in the form of heat. If you multiply this by thousands of impacts each day over tens of millions of years then you may start to understand the tremendous amount of energy that was transferred to growing the earth. </w:t>
      </w:r>
    </w:p>
    <w:p w:rsidR="005F4ED6" w:rsidRPr="00750CA7" w:rsidRDefault="005F4ED6" w:rsidP="00FD5907">
      <w:pPr>
        <w:rPr>
          <w:rFonts w:ascii="Century Gothic" w:hAnsi="Century Gothic"/>
          <w:b/>
          <w:sz w:val="32"/>
          <w:szCs w:val="32"/>
        </w:rPr>
      </w:pPr>
      <w:r w:rsidRPr="00750CA7">
        <w:rPr>
          <w:rFonts w:ascii="Century Gothic" w:hAnsi="Century Gothic"/>
          <w:b/>
          <w:sz w:val="32"/>
          <w:szCs w:val="32"/>
        </w:rPr>
        <w:t>Compressional Heat</w:t>
      </w:r>
    </w:p>
    <w:p w:rsidR="00D37471" w:rsidRPr="006B5F89" w:rsidRDefault="005F4ED6" w:rsidP="00FD5907">
      <w:pPr>
        <w:pStyle w:val="ListParagraph"/>
        <w:numPr>
          <w:ilvl w:val="0"/>
          <w:numId w:val="4"/>
        </w:numPr>
        <w:rPr>
          <w:rFonts w:ascii="Century Gothic" w:hAnsi="Century Gothic"/>
          <w:b/>
        </w:rPr>
      </w:pPr>
      <w:r w:rsidRPr="006B5F89">
        <w:rPr>
          <w:rFonts w:ascii="Century Gothic" w:hAnsi="Century Gothic"/>
        </w:rPr>
        <w:t xml:space="preserve">As more and more material </w:t>
      </w:r>
      <w:r w:rsidR="00134461" w:rsidRPr="006B5F89">
        <w:rPr>
          <w:rFonts w:ascii="Century Gothic" w:hAnsi="Century Gothic"/>
        </w:rPr>
        <w:t>accreted</w:t>
      </w:r>
      <w:r w:rsidRPr="006B5F89">
        <w:rPr>
          <w:rFonts w:ascii="Century Gothic" w:hAnsi="Century Gothic"/>
        </w:rPr>
        <w:t xml:space="preserve"> to the proto- earth the weight of the overlying material pushes inwards, it makes the material </w:t>
      </w:r>
      <w:r w:rsidR="00437C07" w:rsidRPr="006B5F89">
        <w:rPr>
          <w:rFonts w:ascii="Century Gothic" w:hAnsi="Century Gothic"/>
        </w:rPr>
        <w:t>denser</w:t>
      </w:r>
      <w:r w:rsidRPr="006B5F89">
        <w:rPr>
          <w:rFonts w:ascii="Century Gothic" w:hAnsi="Century Gothic"/>
        </w:rPr>
        <w:t xml:space="preserve"> and the</w:t>
      </w:r>
      <w:r w:rsidR="00437C07" w:rsidRPr="006B5F89">
        <w:rPr>
          <w:rFonts w:ascii="Century Gothic" w:hAnsi="Century Gothic"/>
        </w:rPr>
        <w:t>n</w:t>
      </w:r>
      <w:r w:rsidRPr="006B5F89">
        <w:rPr>
          <w:rFonts w:ascii="Century Gothic" w:hAnsi="Century Gothic"/>
        </w:rPr>
        <w:t xml:space="preserve"> raises the heat. </w:t>
      </w:r>
    </w:p>
    <w:p w:rsidR="005F4ED6" w:rsidRPr="00750CA7" w:rsidRDefault="005F4ED6" w:rsidP="00FD5907">
      <w:pPr>
        <w:rPr>
          <w:rFonts w:ascii="Century Gothic" w:hAnsi="Century Gothic"/>
          <w:b/>
          <w:sz w:val="32"/>
          <w:szCs w:val="32"/>
        </w:rPr>
      </w:pPr>
      <w:r w:rsidRPr="00750CA7">
        <w:rPr>
          <w:rFonts w:ascii="Century Gothic" w:hAnsi="Century Gothic"/>
          <w:b/>
          <w:sz w:val="32"/>
          <w:szCs w:val="32"/>
        </w:rPr>
        <w:t>Radioactive Heat</w:t>
      </w:r>
    </w:p>
    <w:p w:rsidR="005F4ED6" w:rsidRPr="006B5F89" w:rsidRDefault="005F4ED6" w:rsidP="00FD5907">
      <w:pPr>
        <w:pStyle w:val="ListParagraph"/>
        <w:numPr>
          <w:ilvl w:val="0"/>
          <w:numId w:val="4"/>
        </w:numPr>
        <w:rPr>
          <w:rFonts w:ascii="Century Gothic" w:hAnsi="Century Gothic"/>
        </w:rPr>
      </w:pPr>
      <w:r w:rsidRPr="006B5F89">
        <w:rPr>
          <w:rFonts w:ascii="Century Gothic" w:hAnsi="Century Gothic"/>
        </w:rPr>
        <w:t>As unstable elements (</w:t>
      </w:r>
      <w:r w:rsidRPr="006B5F89">
        <w:rPr>
          <w:rFonts w:ascii="Century Gothic" w:hAnsi="Century Gothic"/>
          <w:u w:val="single"/>
        </w:rPr>
        <w:t>isotopes</w:t>
      </w:r>
      <w:r w:rsidRPr="006B5F89">
        <w:rPr>
          <w:rFonts w:ascii="Century Gothic" w:hAnsi="Century Gothic"/>
        </w:rPr>
        <w:t xml:space="preserve">) decay and become stable they generate heat within the confined area within the crust. As the isotopes give off sub-atomic particles they collide with other atoms nearby and get them moving faster- thus hotter. </w:t>
      </w:r>
    </w:p>
    <w:p w:rsidR="005F4ED6" w:rsidRPr="006B5F89" w:rsidRDefault="005F4ED6" w:rsidP="00FD5907">
      <w:pPr>
        <w:pStyle w:val="ListParagraph"/>
        <w:numPr>
          <w:ilvl w:val="0"/>
          <w:numId w:val="4"/>
        </w:numPr>
        <w:rPr>
          <w:rFonts w:ascii="Century Gothic" w:hAnsi="Century Gothic"/>
          <w:u w:val="single"/>
        </w:rPr>
      </w:pPr>
      <w:r w:rsidRPr="006B5F89">
        <w:rPr>
          <w:rFonts w:ascii="Century Gothic" w:hAnsi="Century Gothic"/>
          <w:u w:val="single"/>
        </w:rPr>
        <w:t>Another way of expressing heat would be atomic motion.</w:t>
      </w:r>
    </w:p>
    <w:p w:rsidR="005F4ED6" w:rsidRPr="0083409F" w:rsidRDefault="005F4ED6" w:rsidP="0083409F">
      <w:pPr>
        <w:pStyle w:val="ListParagraph"/>
        <w:numPr>
          <w:ilvl w:val="0"/>
          <w:numId w:val="4"/>
        </w:numPr>
        <w:rPr>
          <w:rFonts w:ascii="Century Gothic" w:hAnsi="Century Gothic"/>
          <w:u w:val="single"/>
        </w:rPr>
      </w:pPr>
      <w:r w:rsidRPr="006B5F89">
        <w:rPr>
          <w:rFonts w:ascii="Century Gothic" w:hAnsi="Century Gothic"/>
        </w:rPr>
        <w:t>The temperature of the nebula as we start the formation process is about</w:t>
      </w:r>
      <w:r w:rsidRPr="0083409F">
        <w:rPr>
          <w:rFonts w:ascii="Century Gothic" w:hAnsi="Century Gothic"/>
        </w:rPr>
        <w:t xml:space="preserve"> -457* F</w:t>
      </w:r>
    </w:p>
    <w:p w:rsidR="005F4ED6" w:rsidRPr="006B5F89" w:rsidRDefault="005F4ED6" w:rsidP="00506C03">
      <w:pPr>
        <w:pStyle w:val="ListParagraph"/>
        <w:numPr>
          <w:ilvl w:val="0"/>
          <w:numId w:val="4"/>
        </w:numPr>
        <w:rPr>
          <w:rFonts w:ascii="Century Gothic" w:hAnsi="Century Gothic"/>
          <w:u w:val="single"/>
        </w:rPr>
      </w:pPr>
      <w:r w:rsidRPr="006B5F89">
        <w:rPr>
          <w:rFonts w:ascii="Century Gothic" w:hAnsi="Century Gothic"/>
        </w:rPr>
        <w:t xml:space="preserve">The temperature of the earth’s interior today is </w:t>
      </w:r>
      <w:r w:rsidRPr="006B5F89">
        <w:rPr>
          <w:rFonts w:ascii="Century Gothic" w:hAnsi="Century Gothic"/>
          <w:b/>
        </w:rPr>
        <w:t>11,000* F</w:t>
      </w:r>
      <w:r w:rsidRPr="006B5F89">
        <w:rPr>
          <w:rFonts w:ascii="Century Gothic" w:hAnsi="Century Gothic"/>
        </w:rPr>
        <w:t>; it was much hotter billions of years ago.</w:t>
      </w:r>
    </w:p>
    <w:p w:rsidR="005F4ED6" w:rsidRPr="006B5F89" w:rsidRDefault="005F4ED6" w:rsidP="00506C03">
      <w:pPr>
        <w:pStyle w:val="ListParagraph"/>
        <w:numPr>
          <w:ilvl w:val="0"/>
          <w:numId w:val="4"/>
        </w:numPr>
        <w:rPr>
          <w:rFonts w:ascii="Century Gothic" w:hAnsi="Century Gothic"/>
          <w:u w:val="single"/>
        </w:rPr>
      </w:pPr>
      <w:r w:rsidRPr="006B5F89">
        <w:rPr>
          <w:rFonts w:ascii="Century Gothic" w:hAnsi="Century Gothic"/>
        </w:rPr>
        <w:lastRenderedPageBreak/>
        <w:t>So as we started this process at the temperature of almost absolute zero, and we end the process with temperatures of tens of thousands of degrees.</w:t>
      </w:r>
    </w:p>
    <w:p w:rsidR="005F4ED6" w:rsidRPr="006B5F89" w:rsidRDefault="005F4ED6" w:rsidP="00506C03">
      <w:pPr>
        <w:pStyle w:val="ListParagraph"/>
        <w:numPr>
          <w:ilvl w:val="0"/>
          <w:numId w:val="4"/>
        </w:numPr>
        <w:rPr>
          <w:rFonts w:ascii="Century Gothic" w:hAnsi="Century Gothic"/>
          <w:u w:val="single"/>
        </w:rPr>
      </w:pPr>
      <w:r w:rsidRPr="006B5F89">
        <w:rPr>
          <w:rFonts w:ascii="Century Gothic" w:hAnsi="Century Gothic"/>
        </w:rPr>
        <w:t>If we were bigger we would also be hotter.</w:t>
      </w:r>
    </w:p>
    <w:p w:rsidR="005F4ED6" w:rsidRPr="006B5F89" w:rsidRDefault="005F4ED6" w:rsidP="00FE4DC1">
      <w:pPr>
        <w:pStyle w:val="ListParagraph"/>
        <w:numPr>
          <w:ilvl w:val="0"/>
          <w:numId w:val="4"/>
        </w:numPr>
        <w:rPr>
          <w:rFonts w:ascii="Century Gothic" w:hAnsi="Century Gothic"/>
          <w:u w:val="single"/>
        </w:rPr>
      </w:pPr>
      <w:r w:rsidRPr="006B5F89">
        <w:rPr>
          <w:rFonts w:ascii="Century Gothic" w:hAnsi="Century Gothic"/>
        </w:rPr>
        <w:t xml:space="preserve">Our sun has a mass that is 334,000 times that of the earth, it has a core temperature of 25,000,000* F. </w:t>
      </w:r>
    </w:p>
    <w:p w:rsidR="005F4ED6" w:rsidRPr="00750CA7" w:rsidRDefault="009A5940" w:rsidP="00FE4DC1">
      <w:pPr>
        <w:rPr>
          <w:rFonts w:ascii="Century Gothic" w:hAnsi="Century Gothic"/>
          <w:b/>
          <w:sz w:val="48"/>
          <w:szCs w:val="48"/>
        </w:rPr>
      </w:pPr>
      <w:r>
        <w:rPr>
          <w:rFonts w:ascii="Century Gothic" w:hAnsi="Century Gothic"/>
          <w:noProof/>
        </w:rPr>
        <w:pict>
          <v:shape id="_x0000_s1033" type="#_x0000_t75" alt="http://www.vtaide.com/png/images/atmosphere.jpg" style="position:absolute;margin-left:258.75pt;margin-top:40.15pt;width:224.75pt;height:168.55pt;z-index:-251656192;visibility:visible" wrapcoords="-72 0 -72 21504 21600 21504 21600 0 -72 0">
            <v:imagedata r:id="rId13" o:title=""/>
            <w10:wrap type="through"/>
          </v:shape>
        </w:pict>
      </w:r>
      <w:r w:rsidR="005F4ED6" w:rsidRPr="00750CA7">
        <w:rPr>
          <w:rFonts w:ascii="Century Gothic" w:hAnsi="Century Gothic"/>
          <w:b/>
          <w:sz w:val="48"/>
          <w:szCs w:val="48"/>
        </w:rPr>
        <w:t xml:space="preserve">Origin of the Atmosphere </w:t>
      </w:r>
    </w:p>
    <w:p w:rsidR="005F4ED6" w:rsidRPr="006B5F89" w:rsidRDefault="005F4ED6" w:rsidP="00FE4DC1">
      <w:pPr>
        <w:pStyle w:val="ListParagraph"/>
        <w:numPr>
          <w:ilvl w:val="0"/>
          <w:numId w:val="5"/>
        </w:numPr>
        <w:rPr>
          <w:rFonts w:ascii="Century Gothic" w:hAnsi="Century Gothic"/>
          <w:b/>
        </w:rPr>
      </w:pPr>
      <w:r w:rsidRPr="006B5F89">
        <w:rPr>
          <w:rFonts w:ascii="Century Gothic" w:hAnsi="Century Gothic"/>
        </w:rPr>
        <w:t xml:space="preserve">When the earth finally developed a hard, permanent crust, the internal heat could not now escape easily. The interior thus got hotter. </w:t>
      </w:r>
    </w:p>
    <w:p w:rsidR="005F4ED6" w:rsidRPr="006B5F89" w:rsidRDefault="005F4ED6" w:rsidP="00FE4DC1">
      <w:pPr>
        <w:pStyle w:val="ListParagraph"/>
        <w:numPr>
          <w:ilvl w:val="0"/>
          <w:numId w:val="5"/>
        </w:numPr>
        <w:rPr>
          <w:rFonts w:ascii="Century Gothic" w:hAnsi="Century Gothic"/>
          <w:b/>
        </w:rPr>
      </w:pPr>
      <w:r w:rsidRPr="006B5F89">
        <w:rPr>
          <w:rFonts w:ascii="Century Gothic" w:hAnsi="Century Gothic"/>
        </w:rPr>
        <w:t xml:space="preserve">The liquid rock that makes up the </w:t>
      </w:r>
      <w:r w:rsidR="00C20FD9" w:rsidRPr="006B5F89">
        <w:rPr>
          <w:rFonts w:ascii="Century Gothic" w:hAnsi="Century Gothic"/>
        </w:rPr>
        <w:t>earths</w:t>
      </w:r>
      <w:r w:rsidRPr="006B5F89">
        <w:rPr>
          <w:rFonts w:ascii="Century Gothic" w:hAnsi="Century Gothic"/>
        </w:rPr>
        <w:t xml:space="preserve"> is made up of many different elements – each one of these elements has a different melting point.</w:t>
      </w:r>
    </w:p>
    <w:p w:rsidR="00091A7D" w:rsidRPr="006B5F89" w:rsidRDefault="00091A7D" w:rsidP="00091A7D">
      <w:pPr>
        <w:pStyle w:val="ListParagraph"/>
        <w:rPr>
          <w:rFonts w:ascii="Century Gothic" w:hAnsi="Century Gothic"/>
          <w:b/>
        </w:rPr>
      </w:pPr>
    </w:p>
    <w:p w:rsidR="005F4ED6" w:rsidRPr="006B5F89" w:rsidRDefault="005F4ED6" w:rsidP="00FE4DC1">
      <w:pPr>
        <w:pStyle w:val="ListParagraph"/>
        <w:numPr>
          <w:ilvl w:val="0"/>
          <w:numId w:val="5"/>
        </w:numPr>
        <w:rPr>
          <w:rFonts w:ascii="Century Gothic" w:hAnsi="Century Gothic"/>
          <w:b/>
        </w:rPr>
      </w:pPr>
      <w:r w:rsidRPr="006B5F89">
        <w:rPr>
          <w:rFonts w:ascii="Century Gothic" w:hAnsi="Century Gothic"/>
        </w:rPr>
        <w:t xml:space="preserve">As the internal temperature rose, more and more elements were being forced to change their state of matter again, now into gas. </w:t>
      </w:r>
    </w:p>
    <w:p w:rsidR="005F4ED6" w:rsidRPr="006B5F89" w:rsidRDefault="009A5940" w:rsidP="00FE4DC1">
      <w:pPr>
        <w:pStyle w:val="ListParagraph"/>
        <w:numPr>
          <w:ilvl w:val="0"/>
          <w:numId w:val="5"/>
        </w:numPr>
        <w:rPr>
          <w:rFonts w:ascii="Century Gothic" w:hAnsi="Century Gothic"/>
          <w:b/>
        </w:rPr>
      </w:pPr>
      <w:r>
        <w:rPr>
          <w:rFonts w:ascii="Century Gothic" w:hAnsi="Century Gothic"/>
          <w:noProof/>
        </w:rPr>
        <w:pict>
          <v:shape id="_x0000_s1034" type="#_x0000_t75" alt="http://www.globalchange.umich.edu/gctext/Inquiries/Inquiries_by_Unit/Unit_8_files/image011.jpg" style="position:absolute;left:0;text-align:left;margin-left:334.5pt;margin-top:-63.05pt;width:181.45pt;height:185.25pt;z-index:-251655168;visibility:visible" wrapcoords="-89 0 -89 21513 21600 21513 21600 0 -89 0">
            <v:imagedata r:id="rId14" o:title=""/>
            <w10:wrap type="through"/>
          </v:shape>
        </w:pict>
      </w:r>
      <w:r w:rsidR="005F4ED6" w:rsidRPr="006B5F89">
        <w:rPr>
          <w:rFonts w:ascii="Century Gothic" w:hAnsi="Century Gothic"/>
        </w:rPr>
        <w:t xml:space="preserve">As some of the liquid changes to gas, it becomes less dense, and it rises through the liquid trying to find places in the crust through it can escape. This process is known as </w:t>
      </w:r>
      <w:r w:rsidR="005F4ED6" w:rsidRPr="006B5F89">
        <w:rPr>
          <w:rFonts w:ascii="Century Gothic" w:hAnsi="Century Gothic"/>
          <w:b/>
        </w:rPr>
        <w:t xml:space="preserve">outgassing. </w:t>
      </w:r>
    </w:p>
    <w:p w:rsidR="005F4ED6" w:rsidRPr="006B5F89" w:rsidRDefault="005F4ED6" w:rsidP="00FE4DC1">
      <w:pPr>
        <w:pStyle w:val="ListParagraph"/>
        <w:numPr>
          <w:ilvl w:val="0"/>
          <w:numId w:val="5"/>
        </w:numPr>
        <w:rPr>
          <w:rFonts w:ascii="Century Gothic" w:hAnsi="Century Gothic"/>
          <w:b/>
        </w:rPr>
      </w:pPr>
      <w:r w:rsidRPr="006B5F89">
        <w:rPr>
          <w:rFonts w:ascii="Century Gothic" w:hAnsi="Century Gothic"/>
        </w:rPr>
        <w:t xml:space="preserve">Many of the gasses coming from the </w:t>
      </w:r>
      <w:proofErr w:type="gramStart"/>
      <w:r w:rsidR="00800301" w:rsidRPr="006B5F89">
        <w:rPr>
          <w:rFonts w:ascii="Century Gothic" w:hAnsi="Century Gothic"/>
        </w:rPr>
        <w:t>earth’s</w:t>
      </w:r>
      <w:proofErr w:type="gramEnd"/>
      <w:r w:rsidRPr="006B5F89">
        <w:rPr>
          <w:rFonts w:ascii="Century Gothic" w:hAnsi="Century Gothic"/>
        </w:rPr>
        <w:t xml:space="preserve"> interior were building- up around the planet, held there by the earth’s gravity, and becoming a permanent envelope surrounding the planet. </w:t>
      </w:r>
    </w:p>
    <w:p w:rsidR="005F4ED6" w:rsidRPr="006B5F89" w:rsidRDefault="005F4ED6" w:rsidP="00FE4DC1">
      <w:pPr>
        <w:pStyle w:val="ListParagraph"/>
        <w:numPr>
          <w:ilvl w:val="0"/>
          <w:numId w:val="5"/>
        </w:numPr>
        <w:rPr>
          <w:rFonts w:ascii="Century Gothic" w:hAnsi="Century Gothic"/>
          <w:b/>
        </w:rPr>
      </w:pPr>
      <w:r w:rsidRPr="006B5F89">
        <w:rPr>
          <w:rFonts w:ascii="Century Gothic" w:hAnsi="Century Gothic"/>
        </w:rPr>
        <w:t>The early atmosphere would be totally alien to us today; breathing it would kill you. Besides large amounts of water vapor and carbon dioxide, other gasses present were methane (CH</w:t>
      </w:r>
      <w:r w:rsidRPr="006B5F89">
        <w:rPr>
          <w:rFonts w:ascii="Century Gothic" w:hAnsi="Century Gothic"/>
          <w:vertAlign w:val="subscript"/>
        </w:rPr>
        <w:t>4</w:t>
      </w:r>
      <w:r w:rsidRPr="006B5F89">
        <w:rPr>
          <w:rFonts w:ascii="Century Gothic" w:hAnsi="Century Gothic"/>
        </w:rPr>
        <w:t>); ammonia (NH</w:t>
      </w:r>
      <w:r w:rsidRPr="006B5F89">
        <w:rPr>
          <w:rFonts w:ascii="Century Gothic" w:hAnsi="Century Gothic"/>
          <w:vertAlign w:val="subscript"/>
        </w:rPr>
        <w:t>3</w:t>
      </w:r>
      <w:r w:rsidRPr="006B5F89">
        <w:rPr>
          <w:rFonts w:ascii="Century Gothic" w:hAnsi="Century Gothic"/>
        </w:rPr>
        <w:t xml:space="preserve">); various sulfur mixes; etc. </w:t>
      </w:r>
    </w:p>
    <w:p w:rsidR="005F4ED6" w:rsidRPr="006B5F89" w:rsidRDefault="005F4ED6" w:rsidP="00FE4DC1">
      <w:pPr>
        <w:pStyle w:val="ListParagraph"/>
        <w:numPr>
          <w:ilvl w:val="0"/>
          <w:numId w:val="5"/>
        </w:numPr>
        <w:rPr>
          <w:rFonts w:ascii="Century Gothic" w:hAnsi="Century Gothic"/>
          <w:b/>
        </w:rPr>
      </w:pPr>
      <w:r w:rsidRPr="006B5F89">
        <w:rPr>
          <w:rFonts w:ascii="Century Gothic" w:hAnsi="Century Gothic"/>
          <w:u w:val="single"/>
        </w:rPr>
        <w:t>The early atmosphere had no free oxygen (O</w:t>
      </w:r>
      <w:r w:rsidRPr="006B5F89">
        <w:rPr>
          <w:rFonts w:ascii="Century Gothic" w:hAnsi="Century Gothic"/>
          <w:u w:val="single"/>
          <w:vertAlign w:val="subscript"/>
        </w:rPr>
        <w:t>2</w:t>
      </w:r>
      <w:r w:rsidRPr="006B5F89">
        <w:rPr>
          <w:rFonts w:ascii="Century Gothic" w:hAnsi="Century Gothic"/>
          <w:u w:val="single"/>
        </w:rPr>
        <w:t>)</w:t>
      </w:r>
      <w:r w:rsidRPr="006B5F89">
        <w:rPr>
          <w:rFonts w:ascii="Century Gothic" w:hAnsi="Century Gothic"/>
        </w:rPr>
        <w:t xml:space="preserve">. It was not until much later that oxygen would gradually accumulate as a result photosynthesis. </w:t>
      </w:r>
    </w:p>
    <w:p w:rsidR="005F4ED6" w:rsidRPr="006B5F89" w:rsidRDefault="005F4ED6" w:rsidP="00FE4DC1">
      <w:pPr>
        <w:pStyle w:val="ListParagraph"/>
        <w:numPr>
          <w:ilvl w:val="0"/>
          <w:numId w:val="5"/>
        </w:numPr>
        <w:rPr>
          <w:rFonts w:ascii="Century Gothic" w:hAnsi="Century Gothic"/>
          <w:b/>
        </w:rPr>
      </w:pPr>
      <w:r w:rsidRPr="006B5F89">
        <w:rPr>
          <w:rFonts w:ascii="Century Gothic" w:hAnsi="Century Gothic"/>
        </w:rPr>
        <w:t xml:space="preserve">Over time the atmosphere has gradually been modified by: </w:t>
      </w:r>
    </w:p>
    <w:p w:rsidR="005F4ED6" w:rsidRPr="006B5F89" w:rsidRDefault="005F4ED6" w:rsidP="004700AD">
      <w:pPr>
        <w:pStyle w:val="ListParagraph"/>
        <w:numPr>
          <w:ilvl w:val="0"/>
          <w:numId w:val="6"/>
        </w:numPr>
        <w:rPr>
          <w:rFonts w:ascii="Century Gothic" w:hAnsi="Century Gothic"/>
          <w:b/>
        </w:rPr>
      </w:pPr>
      <w:r w:rsidRPr="006B5F89">
        <w:rPr>
          <w:rFonts w:ascii="Century Gothic" w:hAnsi="Century Gothic"/>
          <w:b/>
        </w:rPr>
        <w:t xml:space="preserve">Chemical Reactions- </w:t>
      </w:r>
      <w:r w:rsidRPr="006B5F89">
        <w:rPr>
          <w:rFonts w:ascii="Century Gothic" w:hAnsi="Century Gothic"/>
        </w:rPr>
        <w:t>Like when oxygen combined with iron to produce red colored rocks; or when CO</w:t>
      </w:r>
      <w:r w:rsidRPr="006B5F89">
        <w:rPr>
          <w:rFonts w:ascii="Century Gothic" w:hAnsi="Century Gothic"/>
          <w:vertAlign w:val="subscript"/>
        </w:rPr>
        <w:t>2</w:t>
      </w:r>
      <w:r w:rsidRPr="006B5F89">
        <w:rPr>
          <w:rFonts w:ascii="Century Gothic" w:hAnsi="Century Gothic"/>
        </w:rPr>
        <w:t xml:space="preserve"> combined with water to make a weak carbonic acid which in turned became part of the rock forming process. </w:t>
      </w:r>
    </w:p>
    <w:p w:rsidR="005F4ED6" w:rsidRPr="006B5F89" w:rsidRDefault="005F4ED6" w:rsidP="004700AD">
      <w:pPr>
        <w:pStyle w:val="ListParagraph"/>
        <w:numPr>
          <w:ilvl w:val="0"/>
          <w:numId w:val="6"/>
        </w:numPr>
        <w:rPr>
          <w:rFonts w:ascii="Century Gothic" w:hAnsi="Century Gothic"/>
          <w:b/>
        </w:rPr>
      </w:pPr>
      <w:r w:rsidRPr="006B5F89">
        <w:rPr>
          <w:rFonts w:ascii="Century Gothic" w:hAnsi="Century Gothic"/>
          <w:b/>
        </w:rPr>
        <w:t xml:space="preserve">Photochemical Reactions- </w:t>
      </w:r>
      <w:r w:rsidRPr="006B5F89">
        <w:rPr>
          <w:rFonts w:ascii="Century Gothic" w:hAnsi="Century Gothic"/>
        </w:rPr>
        <w:t xml:space="preserve">When </w:t>
      </w:r>
      <w:r w:rsidR="00F94B8E" w:rsidRPr="006B5F89">
        <w:rPr>
          <w:rFonts w:ascii="Century Gothic" w:hAnsi="Century Gothic"/>
          <w:u w:val="single"/>
        </w:rPr>
        <w:t>ultra-</w:t>
      </w:r>
      <w:r w:rsidRPr="006B5F89">
        <w:rPr>
          <w:rFonts w:ascii="Century Gothic" w:hAnsi="Century Gothic"/>
          <w:u w:val="single"/>
        </w:rPr>
        <w:t>violet rays</w:t>
      </w:r>
      <w:r w:rsidRPr="006B5F89">
        <w:rPr>
          <w:rFonts w:ascii="Century Gothic" w:hAnsi="Century Gothic"/>
        </w:rPr>
        <w:t xml:space="preserve"> from the sun break – down such gas molecules like ammonia (NH</w:t>
      </w:r>
      <w:r w:rsidRPr="006B5F89">
        <w:rPr>
          <w:rFonts w:ascii="Century Gothic" w:hAnsi="Century Gothic"/>
          <w:vertAlign w:val="subscript"/>
        </w:rPr>
        <w:t>3</w:t>
      </w:r>
      <w:r w:rsidRPr="006B5F89">
        <w:rPr>
          <w:rFonts w:ascii="Century Gothic" w:hAnsi="Century Gothic"/>
        </w:rPr>
        <w:t xml:space="preserve">) in which the hydrogen escapes but the nitrogen is heavy enough to be held by the earth’s gravity. </w:t>
      </w:r>
    </w:p>
    <w:p w:rsidR="005F4ED6" w:rsidRPr="006B5F89" w:rsidRDefault="005F4ED6" w:rsidP="0046210B">
      <w:pPr>
        <w:pStyle w:val="ListParagraph"/>
        <w:numPr>
          <w:ilvl w:val="0"/>
          <w:numId w:val="7"/>
        </w:numPr>
        <w:rPr>
          <w:rFonts w:ascii="Century Gothic" w:hAnsi="Century Gothic"/>
          <w:b/>
        </w:rPr>
      </w:pPr>
      <w:r w:rsidRPr="006B5F89">
        <w:rPr>
          <w:rFonts w:ascii="Century Gothic" w:hAnsi="Century Gothic"/>
          <w:u w:val="single"/>
        </w:rPr>
        <w:t>Today’s atmosphere is made- up of 78% nitrogen; 21% oxygen; and 1% other gases (CO</w:t>
      </w:r>
      <w:r w:rsidRPr="006B5F89">
        <w:rPr>
          <w:rFonts w:ascii="Century Gothic" w:hAnsi="Century Gothic"/>
          <w:u w:val="single"/>
          <w:vertAlign w:val="subscript"/>
        </w:rPr>
        <w:t>2</w:t>
      </w:r>
      <w:r w:rsidRPr="006B5F89">
        <w:rPr>
          <w:rFonts w:ascii="Century Gothic" w:hAnsi="Century Gothic"/>
          <w:u w:val="single"/>
        </w:rPr>
        <w:t xml:space="preserve"> today is less than 1%)</w:t>
      </w:r>
    </w:p>
    <w:p w:rsidR="005F4ED6" w:rsidRPr="00750CA7" w:rsidRDefault="009A5940" w:rsidP="0046210B">
      <w:pPr>
        <w:rPr>
          <w:rFonts w:ascii="Century Gothic" w:hAnsi="Century Gothic"/>
          <w:b/>
          <w:sz w:val="48"/>
          <w:szCs w:val="48"/>
        </w:rPr>
      </w:pPr>
      <w:r>
        <w:rPr>
          <w:rFonts w:ascii="Century Gothic" w:hAnsi="Century Gothic"/>
          <w:noProof/>
        </w:rPr>
        <w:lastRenderedPageBreak/>
        <w:pict>
          <v:shape id="_x0000_s1035" type="#_x0000_t75" alt="http://dvice.com/pics/motion-of-the-ocean.jpg" style="position:absolute;margin-left:330.7pt;margin-top:29.8pt;width:184.9pt;height:117.65pt;z-index:-251657216;visibility:visible" wrapcoords="-87 0 -87 21462 21600 21462 21600 0 -87 0">
            <v:imagedata r:id="rId15" o:title=""/>
            <w10:wrap type="through"/>
          </v:shape>
        </w:pict>
      </w:r>
      <w:r w:rsidR="005F4ED6" w:rsidRPr="00750CA7">
        <w:rPr>
          <w:rFonts w:ascii="Century Gothic" w:hAnsi="Century Gothic"/>
          <w:b/>
          <w:sz w:val="48"/>
          <w:szCs w:val="48"/>
        </w:rPr>
        <w:t xml:space="preserve">Origin of the oceans </w:t>
      </w:r>
    </w:p>
    <w:p w:rsidR="005F4ED6" w:rsidRPr="006B5F89" w:rsidRDefault="005F4ED6" w:rsidP="0046210B">
      <w:pPr>
        <w:rPr>
          <w:rFonts w:ascii="Century Gothic" w:hAnsi="Century Gothic"/>
        </w:rPr>
      </w:pPr>
      <w:r w:rsidRPr="006B5F89">
        <w:rPr>
          <w:rFonts w:ascii="Century Gothic" w:hAnsi="Century Gothic"/>
        </w:rPr>
        <w:t>-The origin of water that would eventually form our oceans came from two sources:</w:t>
      </w:r>
    </w:p>
    <w:p w:rsidR="005F4ED6" w:rsidRPr="006B5F89" w:rsidRDefault="005F4ED6" w:rsidP="0046210B">
      <w:pPr>
        <w:pStyle w:val="ListParagraph"/>
        <w:numPr>
          <w:ilvl w:val="0"/>
          <w:numId w:val="7"/>
        </w:numPr>
        <w:rPr>
          <w:rFonts w:ascii="Century Gothic" w:hAnsi="Century Gothic"/>
          <w:b/>
        </w:rPr>
      </w:pPr>
      <w:r w:rsidRPr="006B5F89">
        <w:rPr>
          <w:rFonts w:ascii="Century Gothic" w:hAnsi="Century Gothic"/>
          <w:b/>
        </w:rPr>
        <w:t xml:space="preserve">Rocks-- </w:t>
      </w:r>
      <w:r w:rsidRPr="006B5F89">
        <w:rPr>
          <w:rFonts w:ascii="Century Gothic" w:hAnsi="Century Gothic"/>
        </w:rPr>
        <w:t xml:space="preserve">Probably about </w:t>
      </w:r>
      <w:r w:rsidRPr="006B5F89">
        <w:rPr>
          <w:rFonts w:ascii="Century Gothic" w:hAnsi="Century Gothic"/>
          <w:u w:val="single"/>
        </w:rPr>
        <w:t>80%</w:t>
      </w:r>
      <w:r w:rsidRPr="006B5F89">
        <w:rPr>
          <w:rFonts w:ascii="Century Gothic" w:hAnsi="Century Gothic"/>
        </w:rPr>
        <w:t xml:space="preserve"> of the water in the oceans today came from the rocks themselves. There is actually a large amount of water locked- up within the original rock material. This can be demonstrated by heating a meteor and observing how much water is given off.</w:t>
      </w:r>
    </w:p>
    <w:p w:rsidR="005F4ED6" w:rsidRPr="006B5F89" w:rsidRDefault="005F4ED6" w:rsidP="0046210B">
      <w:pPr>
        <w:pStyle w:val="ListParagraph"/>
        <w:numPr>
          <w:ilvl w:val="0"/>
          <w:numId w:val="7"/>
        </w:numPr>
        <w:rPr>
          <w:rFonts w:ascii="Century Gothic" w:hAnsi="Century Gothic"/>
          <w:b/>
        </w:rPr>
      </w:pPr>
      <w:r w:rsidRPr="006B5F89">
        <w:rPr>
          <w:rFonts w:ascii="Century Gothic" w:hAnsi="Century Gothic"/>
          <w:b/>
        </w:rPr>
        <w:t>Comets—</w:t>
      </w:r>
      <w:r w:rsidRPr="006B5F89">
        <w:rPr>
          <w:rFonts w:ascii="Century Gothic" w:hAnsi="Century Gothic"/>
        </w:rPr>
        <w:t xml:space="preserve">Balls of frozen water and some rock material. As the earth was accreting, comets would have been part of the material striking the proto- earth. </w:t>
      </w:r>
    </w:p>
    <w:p w:rsidR="005F4ED6" w:rsidRPr="006B5F89" w:rsidRDefault="005F4ED6" w:rsidP="001477F1">
      <w:pPr>
        <w:rPr>
          <w:rFonts w:ascii="Century Gothic" w:hAnsi="Century Gothic"/>
        </w:rPr>
      </w:pPr>
      <w:r w:rsidRPr="006B5F89">
        <w:rPr>
          <w:rFonts w:ascii="Century Gothic" w:hAnsi="Century Gothic"/>
        </w:rPr>
        <w:t>-The process which liberated the water was outgassing, as described previously.</w:t>
      </w:r>
    </w:p>
    <w:p w:rsidR="005F4ED6" w:rsidRPr="006B5F89" w:rsidRDefault="005F4ED6" w:rsidP="001477F1">
      <w:pPr>
        <w:rPr>
          <w:rFonts w:ascii="Century Gothic" w:hAnsi="Century Gothic"/>
        </w:rPr>
      </w:pPr>
      <w:r w:rsidRPr="006B5F89">
        <w:rPr>
          <w:rFonts w:ascii="Century Gothic" w:hAnsi="Century Gothic"/>
        </w:rPr>
        <w:t>-</w:t>
      </w:r>
      <w:r w:rsidRPr="006B5F89">
        <w:rPr>
          <w:rFonts w:ascii="Century Gothic" w:hAnsi="Century Gothic"/>
          <w:u w:val="single"/>
        </w:rPr>
        <w:t>From 4.6 B/Y to 4 B/Y</w:t>
      </w:r>
      <w:r w:rsidRPr="006B5F89">
        <w:rPr>
          <w:rFonts w:ascii="Century Gothic" w:hAnsi="Century Gothic"/>
        </w:rPr>
        <w:t xml:space="preserve"> the earth would have been totally covered with a thick envelope of gases. The surface of the earth would have radiated lots of heat. At the top of the clouds the water vapor would have condensed into raindrops and started to fall. However, the heat from the surface would cause the drops to evaporate high up in the sky. As the earth’s surface continued to cool, the droplets would get closer to the surface. It took about 600 M/Y for the surface to cool down enough so that the water could finally reach the surface and be evaporated. </w:t>
      </w:r>
    </w:p>
    <w:p w:rsidR="005F4ED6" w:rsidRPr="006B5F89" w:rsidRDefault="005F4ED6" w:rsidP="001477F1">
      <w:pPr>
        <w:rPr>
          <w:rFonts w:ascii="Century Gothic" w:hAnsi="Century Gothic"/>
        </w:rPr>
      </w:pPr>
      <w:r w:rsidRPr="006B5F89">
        <w:rPr>
          <w:rFonts w:ascii="Century Gothic" w:hAnsi="Century Gothic"/>
        </w:rPr>
        <w:t xml:space="preserve">-It must have then rained for hundreds of years. When finally most of the water vapor had collected onto the surface, we got a surface that was totally aquatic--- water covered the entire surface at a depth of about 10,000 ft.  </w:t>
      </w:r>
    </w:p>
    <w:p w:rsidR="005F4ED6" w:rsidRPr="00750CA7" w:rsidRDefault="005F4ED6" w:rsidP="001477F1">
      <w:pPr>
        <w:rPr>
          <w:rFonts w:ascii="Century Gothic" w:hAnsi="Century Gothic"/>
          <w:b/>
          <w:sz w:val="48"/>
          <w:szCs w:val="48"/>
        </w:rPr>
      </w:pPr>
      <w:r w:rsidRPr="00750CA7">
        <w:rPr>
          <w:rFonts w:ascii="Century Gothic" w:hAnsi="Century Gothic"/>
          <w:b/>
          <w:sz w:val="48"/>
          <w:szCs w:val="48"/>
        </w:rPr>
        <w:t>Continental Formation</w:t>
      </w:r>
    </w:p>
    <w:p w:rsidR="005F4ED6" w:rsidRPr="006B5F89" w:rsidRDefault="005F4ED6" w:rsidP="00207A02">
      <w:pPr>
        <w:pStyle w:val="ListParagraph"/>
        <w:numPr>
          <w:ilvl w:val="0"/>
          <w:numId w:val="8"/>
        </w:numPr>
        <w:rPr>
          <w:rFonts w:ascii="Century Gothic" w:hAnsi="Century Gothic"/>
          <w:b/>
        </w:rPr>
      </w:pPr>
      <w:r w:rsidRPr="006B5F89">
        <w:rPr>
          <w:rFonts w:ascii="Century Gothic" w:hAnsi="Century Gothic"/>
        </w:rPr>
        <w:t xml:space="preserve">The continents eventually formed by a volcanic processes which involved large outpourings of liquid rock from the interior </w:t>
      </w:r>
    </w:p>
    <w:p w:rsidR="005F4ED6" w:rsidRPr="006B5F89" w:rsidRDefault="005F4ED6" w:rsidP="00207A02">
      <w:pPr>
        <w:pStyle w:val="ListParagraph"/>
        <w:numPr>
          <w:ilvl w:val="0"/>
          <w:numId w:val="8"/>
        </w:numPr>
        <w:rPr>
          <w:rFonts w:ascii="Century Gothic" w:hAnsi="Century Gothic"/>
          <w:b/>
        </w:rPr>
      </w:pPr>
      <w:r w:rsidRPr="006B5F89">
        <w:rPr>
          <w:rFonts w:ascii="Century Gothic" w:hAnsi="Century Gothic"/>
        </w:rPr>
        <w:t xml:space="preserve">When you change the state of matter of something, like a rock, you will cause it to expand. In the confined space of the interior, this causes pressure which must be relieved. </w:t>
      </w:r>
    </w:p>
    <w:sectPr w:rsidR="005F4ED6" w:rsidRPr="006B5F89" w:rsidSect="004C3C10">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75694"/>
    <w:multiLevelType w:val="hybridMultilevel"/>
    <w:tmpl w:val="91A61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C644DA"/>
    <w:multiLevelType w:val="hybridMultilevel"/>
    <w:tmpl w:val="2B245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D654E7"/>
    <w:multiLevelType w:val="hybridMultilevel"/>
    <w:tmpl w:val="CF2A3AAE"/>
    <w:lvl w:ilvl="0" w:tplc="DA382294">
      <w:start w:val="1"/>
      <w:numFmt w:val="decimal"/>
      <w:lvlText w:val="%1."/>
      <w:lvlJc w:val="left"/>
      <w:pPr>
        <w:ind w:left="1080" w:hanging="360"/>
      </w:pPr>
      <w:rPr>
        <w:rFonts w:ascii="Times New Roman" w:hAnsi="Times New Roman"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nsid w:val="2B592CB0"/>
    <w:multiLevelType w:val="hybridMultilevel"/>
    <w:tmpl w:val="AD9A6A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388042ED"/>
    <w:multiLevelType w:val="hybridMultilevel"/>
    <w:tmpl w:val="99887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08D7AAB"/>
    <w:multiLevelType w:val="hybridMultilevel"/>
    <w:tmpl w:val="9210E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20932BF"/>
    <w:multiLevelType w:val="hybridMultilevel"/>
    <w:tmpl w:val="69BA5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C5C1BCA"/>
    <w:multiLevelType w:val="hybridMultilevel"/>
    <w:tmpl w:val="866443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5"/>
  </w:num>
  <w:num w:numId="3">
    <w:abstractNumId w:val="7"/>
  </w:num>
  <w:num w:numId="4">
    <w:abstractNumId w:val="6"/>
  </w:num>
  <w:num w:numId="5">
    <w:abstractNumId w:val="1"/>
  </w:num>
  <w:num w:numId="6">
    <w:abstractNumId w:val="2"/>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1CAD"/>
    <w:rsid w:val="00020375"/>
    <w:rsid w:val="000354CE"/>
    <w:rsid w:val="0004041F"/>
    <w:rsid w:val="00081787"/>
    <w:rsid w:val="00091A7D"/>
    <w:rsid w:val="000B1BF2"/>
    <w:rsid w:val="000E597D"/>
    <w:rsid w:val="000E5CA0"/>
    <w:rsid w:val="00134461"/>
    <w:rsid w:val="001477F1"/>
    <w:rsid w:val="001E7941"/>
    <w:rsid w:val="00207A02"/>
    <w:rsid w:val="002A2ED9"/>
    <w:rsid w:val="002B1ADF"/>
    <w:rsid w:val="00304EC5"/>
    <w:rsid w:val="003F6F9E"/>
    <w:rsid w:val="00437C07"/>
    <w:rsid w:val="0046210B"/>
    <w:rsid w:val="004700AD"/>
    <w:rsid w:val="004C3C10"/>
    <w:rsid w:val="004C6C34"/>
    <w:rsid w:val="004E5D62"/>
    <w:rsid w:val="00502CFE"/>
    <w:rsid w:val="00506C03"/>
    <w:rsid w:val="00561C0A"/>
    <w:rsid w:val="005C6492"/>
    <w:rsid w:val="005F4ED6"/>
    <w:rsid w:val="0065714C"/>
    <w:rsid w:val="006668D7"/>
    <w:rsid w:val="006B5F89"/>
    <w:rsid w:val="006E2B1A"/>
    <w:rsid w:val="00750CA7"/>
    <w:rsid w:val="007E5C72"/>
    <w:rsid w:val="007F37C8"/>
    <w:rsid w:val="00800301"/>
    <w:rsid w:val="008155C6"/>
    <w:rsid w:val="0083409F"/>
    <w:rsid w:val="00972681"/>
    <w:rsid w:val="009A585B"/>
    <w:rsid w:val="009A5940"/>
    <w:rsid w:val="00A707C5"/>
    <w:rsid w:val="00AB33E1"/>
    <w:rsid w:val="00AC0EAF"/>
    <w:rsid w:val="00B44C4E"/>
    <w:rsid w:val="00B7094A"/>
    <w:rsid w:val="00C20FD9"/>
    <w:rsid w:val="00C36928"/>
    <w:rsid w:val="00C52058"/>
    <w:rsid w:val="00C77B0C"/>
    <w:rsid w:val="00CE5D8C"/>
    <w:rsid w:val="00CF4365"/>
    <w:rsid w:val="00D37471"/>
    <w:rsid w:val="00DF59EE"/>
    <w:rsid w:val="00E0480A"/>
    <w:rsid w:val="00E81D14"/>
    <w:rsid w:val="00E9775D"/>
    <w:rsid w:val="00EA1CAD"/>
    <w:rsid w:val="00F73590"/>
    <w:rsid w:val="00F85489"/>
    <w:rsid w:val="00F94B8E"/>
    <w:rsid w:val="00FB5B4E"/>
    <w:rsid w:val="00FD5907"/>
    <w:rsid w:val="00FE4D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2CF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FB5B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B5B4E"/>
    <w:rPr>
      <w:rFonts w:ascii="Tahoma" w:hAnsi="Tahoma" w:cs="Tahoma"/>
      <w:sz w:val="16"/>
      <w:szCs w:val="16"/>
    </w:rPr>
  </w:style>
  <w:style w:type="paragraph" w:styleId="ListParagraph">
    <w:name w:val="List Paragraph"/>
    <w:basedOn w:val="Normal"/>
    <w:uiPriority w:val="99"/>
    <w:qFormat/>
    <w:rsid w:val="000404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8.jpe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jpeg"/><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54F53DF2</Template>
  <TotalTime>21</TotalTime>
  <Pages>5</Pages>
  <Words>1090</Words>
  <Characters>6217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Portsmouth School Department</Company>
  <LinksUpToDate>false</LinksUpToDate>
  <CharactersWithSpaces>7293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SRLS66</dc:creator>
  <cp:keywords/>
  <dc:description/>
  <cp:lastModifiedBy>Rachel Fritschy</cp:lastModifiedBy>
  <cp:revision>29</cp:revision>
  <cp:lastPrinted>2011-12-07T11:45:00Z</cp:lastPrinted>
  <dcterms:created xsi:type="dcterms:W3CDTF">2011-05-12T10:41:00Z</dcterms:created>
  <dcterms:modified xsi:type="dcterms:W3CDTF">2012-12-18T18:15:00Z</dcterms:modified>
</cp:coreProperties>
</file>