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DE0" w:rsidRPr="00353861" w:rsidRDefault="00E92B06" w:rsidP="00E92B06">
      <w:pPr>
        <w:contextualSpacing/>
        <w:jc w:val="center"/>
        <w:rPr>
          <w:rFonts w:ascii="Century Gothic" w:hAnsi="Century Gothic"/>
          <w:b/>
          <w:sz w:val="28"/>
          <w:szCs w:val="22"/>
        </w:rPr>
      </w:pPr>
      <w:r w:rsidRPr="00353861">
        <w:rPr>
          <w:rFonts w:ascii="Century Gothic" w:hAnsi="Century Gothic"/>
          <w:b/>
          <w:sz w:val="28"/>
          <w:szCs w:val="22"/>
          <w:u w:val="single"/>
        </w:rPr>
        <w:t>ACID TEST: The Global Challenge of Ocean Acidification</w:t>
      </w:r>
      <w:r w:rsidR="00C26795" w:rsidRPr="00353861">
        <w:rPr>
          <w:rFonts w:ascii="Century Gothic" w:hAnsi="Century Gothic"/>
          <w:b/>
          <w:sz w:val="28"/>
          <w:szCs w:val="22"/>
          <w:u w:val="single"/>
        </w:rPr>
        <w:t xml:space="preserve"> Video Questions</w:t>
      </w:r>
    </w:p>
    <w:p w:rsidR="00E92B06" w:rsidRPr="007C1714" w:rsidRDefault="00E92B06" w:rsidP="00E92B06">
      <w:pPr>
        <w:contextualSpacing/>
        <w:jc w:val="center"/>
        <w:rPr>
          <w:rFonts w:ascii="Century Gothic" w:hAnsi="Century Gothic"/>
          <w:sz w:val="22"/>
          <w:szCs w:val="22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1. </w:t>
      </w:r>
      <w:r w:rsidR="00E92B06" w:rsidRPr="007C1714">
        <w:rPr>
          <w:rFonts w:ascii="Century Gothic" w:hAnsi="Century Gothic"/>
          <w:sz w:val="22"/>
          <w:szCs w:val="22"/>
        </w:rPr>
        <w:t xml:space="preserve">List </w:t>
      </w:r>
      <w:r w:rsidR="00E92B06" w:rsidRPr="000B1721">
        <w:rPr>
          <w:rFonts w:ascii="Century Gothic" w:hAnsi="Century Gothic"/>
          <w:b/>
          <w:sz w:val="22"/>
          <w:szCs w:val="22"/>
        </w:rPr>
        <w:t>two</w:t>
      </w:r>
      <w:r w:rsidR="00E92B06" w:rsidRPr="007C1714">
        <w:rPr>
          <w:rFonts w:ascii="Century Gothic" w:hAnsi="Century Gothic"/>
          <w:sz w:val="22"/>
          <w:szCs w:val="22"/>
        </w:rPr>
        <w:t xml:space="preserve"> things we depend on the ocean for:</w:t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2. </w:t>
      </w:r>
      <w:r w:rsidR="00E92B06" w:rsidRPr="007C1714">
        <w:rPr>
          <w:rFonts w:ascii="Century Gothic" w:hAnsi="Century Gothic"/>
          <w:sz w:val="22"/>
          <w:szCs w:val="22"/>
        </w:rPr>
        <w:t xml:space="preserve">What are our </w:t>
      </w:r>
      <w:r w:rsidR="00E92B06" w:rsidRPr="00D5550B">
        <w:rPr>
          <w:rFonts w:ascii="Century Gothic" w:hAnsi="Century Gothic"/>
          <w:b/>
          <w:sz w:val="22"/>
          <w:szCs w:val="22"/>
        </w:rPr>
        <w:t>TWO</w:t>
      </w:r>
      <w:r w:rsidR="00E92B06" w:rsidRPr="007C1714">
        <w:rPr>
          <w:rFonts w:ascii="Century Gothic" w:hAnsi="Century Gothic"/>
          <w:sz w:val="22"/>
          <w:szCs w:val="22"/>
        </w:rPr>
        <w:t xml:space="preserve"> current environmental problems related to carbon?</w:t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  <w:r>
        <w:rPr>
          <w:rFonts w:ascii="Century Gothic" w:hAnsi="Century Gothic"/>
          <w:sz w:val="22"/>
          <w:szCs w:val="22"/>
        </w:rPr>
        <w:t xml:space="preserve">3. </w:t>
      </w:r>
      <w:r w:rsidR="00E92B06" w:rsidRPr="007C1714">
        <w:rPr>
          <w:rFonts w:ascii="Century Gothic" w:hAnsi="Century Gothic"/>
          <w:sz w:val="22"/>
          <w:szCs w:val="22"/>
        </w:rPr>
        <w:t>How can we avoid these two problems?</w:t>
      </w:r>
    </w:p>
    <w:p w:rsidR="00E92B06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4. </w:t>
      </w:r>
      <w:r w:rsidR="00E92B06" w:rsidRPr="007C1714">
        <w:rPr>
          <w:rFonts w:ascii="Century Gothic" w:hAnsi="Century Gothic"/>
          <w:sz w:val="22"/>
          <w:szCs w:val="22"/>
        </w:rPr>
        <w:t>Why did scientists originally think carbon absorption in the ocean was a good thing?</w:t>
      </w:r>
    </w:p>
    <w:p w:rsidR="00E92B06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D5550B" w:rsidRPr="007C1714" w:rsidRDefault="00D5550B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5. </w:t>
      </w:r>
      <w:r w:rsidR="00E92B06" w:rsidRPr="007C1714">
        <w:rPr>
          <w:rFonts w:ascii="Century Gothic" w:hAnsi="Century Gothic"/>
          <w:sz w:val="22"/>
          <w:szCs w:val="22"/>
        </w:rPr>
        <w:t xml:space="preserve">Ocean acidity has gone up by </w:t>
      </w:r>
      <w:r w:rsidR="00E92B06" w:rsidRPr="007C1714">
        <w:rPr>
          <w:rFonts w:ascii="Century Gothic" w:hAnsi="Century Gothic"/>
          <w:sz w:val="22"/>
          <w:szCs w:val="22"/>
          <w:u w:val="single"/>
        </w:rPr>
        <w:tab/>
      </w:r>
      <w:r w:rsidR="00E92B06" w:rsidRPr="007C1714">
        <w:rPr>
          <w:rFonts w:ascii="Century Gothic" w:hAnsi="Century Gothic"/>
          <w:sz w:val="22"/>
          <w:szCs w:val="22"/>
          <w:u w:val="single"/>
        </w:rPr>
        <w:tab/>
      </w:r>
      <w:r w:rsidR="00E92B06" w:rsidRPr="007C1714">
        <w:rPr>
          <w:rFonts w:ascii="Century Gothic" w:hAnsi="Century Gothic"/>
          <w:sz w:val="22"/>
          <w:szCs w:val="22"/>
        </w:rPr>
        <w:t xml:space="preserve"> % since the Industrial Revolution.</w:t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6. </w:t>
      </w:r>
      <w:r w:rsidR="00E92B06" w:rsidRPr="007C1714">
        <w:rPr>
          <w:rFonts w:ascii="Century Gothic" w:hAnsi="Century Gothic"/>
          <w:sz w:val="22"/>
          <w:szCs w:val="22"/>
        </w:rPr>
        <w:t>How does this increased acidity in the oceans affect marine organisms with shells?</w:t>
      </w:r>
    </w:p>
    <w:p w:rsidR="00E92B06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7. </w:t>
      </w:r>
      <w:r w:rsidR="00E92B06" w:rsidRPr="007C1714">
        <w:rPr>
          <w:rFonts w:ascii="Century Gothic" w:hAnsi="Century Gothic"/>
          <w:sz w:val="22"/>
          <w:szCs w:val="22"/>
        </w:rPr>
        <w:t>List two LOCAL species that would be affected by this increase in ocean acidity.</w:t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  <w:r w:rsidRPr="007C1714">
        <w:rPr>
          <w:rFonts w:ascii="Century Gothic" w:hAnsi="Century Gothic"/>
          <w:sz w:val="22"/>
          <w:szCs w:val="22"/>
          <w:u w:val="single"/>
        </w:rPr>
        <w:tab/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E92B06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8. </w:t>
      </w:r>
      <w:r w:rsidR="00E92B06" w:rsidRPr="007C1714">
        <w:rPr>
          <w:rFonts w:ascii="Century Gothic" w:hAnsi="Century Gothic"/>
          <w:sz w:val="22"/>
          <w:szCs w:val="22"/>
        </w:rPr>
        <w:t xml:space="preserve">It is projected that by the year </w:t>
      </w:r>
      <w:r w:rsidR="00E92B06" w:rsidRPr="007C1714">
        <w:rPr>
          <w:rFonts w:ascii="Century Gothic" w:hAnsi="Century Gothic"/>
          <w:sz w:val="22"/>
          <w:szCs w:val="22"/>
          <w:u w:val="single"/>
        </w:rPr>
        <w:tab/>
      </w:r>
      <w:r w:rsidR="00E92B06" w:rsidRPr="007C1714">
        <w:rPr>
          <w:rFonts w:ascii="Century Gothic" w:hAnsi="Century Gothic"/>
          <w:sz w:val="22"/>
          <w:szCs w:val="22"/>
          <w:u w:val="single"/>
        </w:rPr>
        <w:tab/>
      </w:r>
      <w:r w:rsidR="00EB03E8" w:rsidRPr="007C1714">
        <w:rPr>
          <w:rFonts w:ascii="Century Gothic" w:hAnsi="Century Gothic"/>
          <w:sz w:val="22"/>
          <w:szCs w:val="22"/>
        </w:rPr>
        <w:t>__________</w:t>
      </w:r>
      <w:r w:rsidR="00E92B06" w:rsidRPr="007C1714">
        <w:rPr>
          <w:rFonts w:ascii="Century Gothic" w:hAnsi="Century Gothic"/>
          <w:sz w:val="22"/>
          <w:szCs w:val="22"/>
        </w:rPr>
        <w:t xml:space="preserve"> all shells will be dissolved.</w:t>
      </w: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E92B06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9. </w:t>
      </w:r>
      <w:r w:rsidR="00E92B06" w:rsidRPr="007C1714">
        <w:rPr>
          <w:rFonts w:ascii="Century Gothic" w:hAnsi="Century Gothic"/>
          <w:sz w:val="22"/>
          <w:szCs w:val="22"/>
        </w:rPr>
        <w:t xml:space="preserve">What is the name of the organism that is particularly vulnerable to acidic ocean waters? </w:t>
      </w:r>
    </w:p>
    <w:p w:rsidR="00D5550B" w:rsidRDefault="00D5550B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E92B06" w:rsidRPr="007C1714" w:rsidRDefault="00E92B06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954CBD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10. </w:t>
      </w:r>
      <w:r w:rsidR="00954CBD" w:rsidRPr="007C1714">
        <w:rPr>
          <w:rFonts w:ascii="Century Gothic" w:hAnsi="Century Gothic"/>
          <w:sz w:val="22"/>
          <w:szCs w:val="22"/>
        </w:rPr>
        <w:t>How does the vulnerability of pteropods (planktonic snails) and plankton affect the oceanic food web?</w:t>
      </w:r>
    </w:p>
    <w:p w:rsidR="00D5550B" w:rsidRPr="007C1714" w:rsidRDefault="00D5550B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954CBD" w:rsidRDefault="00954CBD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954CBD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11. </w:t>
      </w:r>
      <w:r w:rsidR="00954CBD" w:rsidRPr="007C1714">
        <w:rPr>
          <w:rFonts w:ascii="Century Gothic" w:hAnsi="Century Gothic"/>
          <w:sz w:val="22"/>
          <w:szCs w:val="22"/>
        </w:rPr>
        <w:t>How will humans be affected as part of the oceanic food web?</w:t>
      </w:r>
      <w:r w:rsidR="00492313">
        <w:rPr>
          <w:rFonts w:ascii="Century Gothic" w:hAnsi="Century Gothic"/>
          <w:sz w:val="22"/>
          <w:szCs w:val="22"/>
        </w:rPr>
        <w:t xml:space="preserve"> </w:t>
      </w:r>
    </w:p>
    <w:p w:rsidR="00D5550B" w:rsidRDefault="00D5550B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954CBD" w:rsidRPr="007C1714" w:rsidRDefault="00954CBD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954CBD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12. __________</w:t>
      </w:r>
      <w:r w:rsidR="00954CBD" w:rsidRPr="007C1714">
        <w:rPr>
          <w:rFonts w:ascii="Century Gothic" w:hAnsi="Century Gothic"/>
          <w:sz w:val="22"/>
          <w:szCs w:val="22"/>
        </w:rPr>
        <w:t xml:space="preserve"> in </w:t>
      </w:r>
      <w:r w:rsidR="00954CBD" w:rsidRPr="007C1714">
        <w:rPr>
          <w:rFonts w:ascii="Century Gothic" w:hAnsi="Century Gothic"/>
          <w:sz w:val="22"/>
          <w:szCs w:val="22"/>
          <w:u w:val="single"/>
        </w:rPr>
        <w:tab/>
      </w:r>
      <w:r w:rsidR="00954CBD" w:rsidRPr="007C1714">
        <w:rPr>
          <w:rFonts w:ascii="Century Gothic" w:hAnsi="Century Gothic"/>
          <w:sz w:val="22"/>
          <w:szCs w:val="22"/>
          <w:u w:val="single"/>
        </w:rPr>
        <w:tab/>
      </w:r>
      <w:r w:rsidR="00492313">
        <w:rPr>
          <w:rFonts w:ascii="Century Gothic" w:hAnsi="Century Gothic"/>
          <w:sz w:val="22"/>
          <w:szCs w:val="22"/>
        </w:rPr>
        <w:t xml:space="preserve"> species in the ocean</w:t>
      </w:r>
      <w:r w:rsidR="00954CBD" w:rsidRPr="007C1714">
        <w:rPr>
          <w:rFonts w:ascii="Century Gothic" w:hAnsi="Century Gothic"/>
          <w:sz w:val="22"/>
          <w:szCs w:val="22"/>
        </w:rPr>
        <w:t xml:space="preserve"> </w:t>
      </w:r>
      <w:r w:rsidR="00492313" w:rsidRPr="007C1714">
        <w:rPr>
          <w:rFonts w:ascii="Century Gothic" w:hAnsi="Century Gothic"/>
          <w:sz w:val="22"/>
          <w:szCs w:val="22"/>
        </w:rPr>
        <w:t>lives</w:t>
      </w:r>
      <w:r w:rsidR="00954CBD" w:rsidRPr="007C1714">
        <w:rPr>
          <w:rFonts w:ascii="Century Gothic" w:hAnsi="Century Gothic"/>
          <w:sz w:val="22"/>
          <w:szCs w:val="22"/>
        </w:rPr>
        <w:t xml:space="preserve"> on the coral reef.</w:t>
      </w:r>
    </w:p>
    <w:p w:rsidR="00954CBD" w:rsidRDefault="00954CBD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353861" w:rsidRPr="007C1714" w:rsidRDefault="001E00C4" w:rsidP="001E00C4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C3B574" wp14:editId="091504DA">
                <wp:simplePos x="0" y="0"/>
                <wp:positionH relativeFrom="column">
                  <wp:posOffset>5179695</wp:posOffset>
                </wp:positionH>
                <wp:positionV relativeFrom="paragraph">
                  <wp:posOffset>801370</wp:posOffset>
                </wp:positionV>
                <wp:extent cx="1533525" cy="1"/>
                <wp:effectExtent l="0" t="133350" r="0" b="1333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07.85pt;margin-top:63.1pt;width:120.75pt;height:0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" strokecolor="black [3213]" strokeweight="2.25pt">
                <v:stroke endarrow="open"/>
              </v:shape>
            </w:pict>
          </mc:Fallback>
        </mc:AlternateContent>
      </w:r>
    </w:p>
    <w:p w:rsidR="00312E69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 xml:space="preserve">13. </w:t>
      </w:r>
      <w:r w:rsidR="00312E69" w:rsidRPr="007C1714">
        <w:rPr>
          <w:rFonts w:ascii="Century Gothic" w:hAnsi="Century Gothic"/>
          <w:sz w:val="22"/>
          <w:szCs w:val="22"/>
        </w:rPr>
        <w:t xml:space="preserve">How will an increase in the number of marine protected areas (MPAs) and more sustainable fishing practices help the ocean cope with acidification? </w:t>
      </w:r>
    </w:p>
    <w:p w:rsidR="00D5550B" w:rsidRDefault="00D5550B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263959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312E69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14. </w:t>
      </w:r>
      <w:r w:rsidR="00312E69" w:rsidRPr="007C1714">
        <w:rPr>
          <w:rFonts w:ascii="Century Gothic" w:hAnsi="Century Gothic"/>
          <w:sz w:val="22"/>
          <w:szCs w:val="22"/>
        </w:rPr>
        <w:t xml:space="preserve">How do we stop ocean acidification from getting worse? </w:t>
      </w:r>
    </w:p>
    <w:p w:rsidR="00353861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353861" w:rsidRPr="007C1714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</w:p>
    <w:p w:rsidR="00353861" w:rsidRDefault="00353861" w:rsidP="00C26795">
      <w:pPr>
        <w:spacing w:line="276" w:lineRule="auto"/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263959" w:rsidP="00C26795">
      <w:pPr>
        <w:spacing w:line="276" w:lineRule="auto"/>
        <w:contextualSpacing/>
        <w:rPr>
          <w:rFonts w:ascii="Century Gothic" w:hAnsi="Century Gothic"/>
          <w:sz w:val="22"/>
          <w:szCs w:val="22"/>
          <w:u w:val="single"/>
        </w:rPr>
      </w:pPr>
      <w:r>
        <w:rPr>
          <w:rFonts w:ascii="Century Gothic" w:hAnsi="Century Gothic"/>
          <w:sz w:val="22"/>
          <w:szCs w:val="22"/>
        </w:rPr>
        <w:t xml:space="preserve">15. </w:t>
      </w:r>
      <w:r w:rsidR="00312E69" w:rsidRPr="007C1714">
        <w:rPr>
          <w:rFonts w:ascii="Century Gothic" w:hAnsi="Century Gothic"/>
          <w:sz w:val="22"/>
          <w:szCs w:val="22"/>
        </w:rPr>
        <w:t xml:space="preserve">What are TWO alternative energy sources that we can use </w:t>
      </w:r>
      <w:r w:rsidR="00312E69" w:rsidRPr="007C1714">
        <w:rPr>
          <w:rFonts w:ascii="Century Gothic" w:hAnsi="Century Gothic"/>
          <w:i/>
          <w:sz w:val="22"/>
          <w:szCs w:val="22"/>
        </w:rPr>
        <w:t>instead of</w:t>
      </w:r>
      <w:r w:rsidR="00312E69" w:rsidRPr="007C1714">
        <w:rPr>
          <w:rFonts w:ascii="Century Gothic" w:hAnsi="Century Gothic"/>
          <w:sz w:val="22"/>
          <w:szCs w:val="22"/>
        </w:rPr>
        <w:t xml:space="preserve"> burning fossil fuels (like coal)? </w:t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  <w:r w:rsidR="00312E69" w:rsidRPr="007C1714">
        <w:rPr>
          <w:rFonts w:ascii="Century Gothic" w:hAnsi="Century Gothic"/>
          <w:sz w:val="22"/>
          <w:szCs w:val="22"/>
          <w:u w:val="single"/>
        </w:rPr>
        <w:tab/>
      </w:r>
    </w:p>
    <w:p w:rsidR="007C1714" w:rsidRDefault="007C1714" w:rsidP="007C1714">
      <w:pPr>
        <w:contextualSpacing/>
        <w:jc w:val="center"/>
        <w:rPr>
          <w:rFonts w:ascii="Century Gothic" w:hAnsi="Century Gothic"/>
          <w:sz w:val="22"/>
          <w:szCs w:val="22"/>
        </w:rPr>
      </w:pPr>
    </w:p>
    <w:p w:rsidR="00954CBD" w:rsidRPr="00353861" w:rsidRDefault="00312E69" w:rsidP="007C1714">
      <w:pPr>
        <w:contextualSpacing/>
        <w:jc w:val="center"/>
        <w:rPr>
          <w:rFonts w:ascii="Century Gothic" w:hAnsi="Century Gothic"/>
          <w:b/>
          <w:i/>
          <w:sz w:val="32"/>
          <w:szCs w:val="22"/>
        </w:rPr>
      </w:pPr>
      <w:r w:rsidRPr="00353861">
        <w:rPr>
          <w:rFonts w:ascii="Century Gothic" w:hAnsi="Century Gothic"/>
          <w:b/>
          <w:i/>
          <w:sz w:val="32"/>
          <w:szCs w:val="22"/>
        </w:rPr>
        <w:t>*End of Film*</w:t>
      </w:r>
    </w:p>
    <w:p w:rsidR="00312E69" w:rsidRPr="007C1714" w:rsidRDefault="00312E69" w:rsidP="00312E69">
      <w:pPr>
        <w:contextualSpacing/>
        <w:jc w:val="center"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312E69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312E69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E11E8C" w:rsidP="00312E69">
      <w:pPr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16. </w:t>
      </w:r>
      <w:r w:rsidR="00312E69" w:rsidRPr="007C1714">
        <w:rPr>
          <w:rFonts w:ascii="Century Gothic" w:hAnsi="Century Gothic"/>
          <w:sz w:val="22"/>
          <w:szCs w:val="22"/>
        </w:rPr>
        <w:t xml:space="preserve">What are </w:t>
      </w:r>
      <w:r w:rsidR="00312E69" w:rsidRPr="00867461">
        <w:rPr>
          <w:rFonts w:ascii="Century Gothic" w:hAnsi="Century Gothic"/>
          <w:b/>
          <w:sz w:val="22"/>
          <w:szCs w:val="22"/>
        </w:rPr>
        <w:t>THR</w:t>
      </w:r>
      <w:bookmarkStart w:id="0" w:name="_GoBack"/>
      <w:bookmarkEnd w:id="0"/>
      <w:r w:rsidR="00312E69" w:rsidRPr="00867461">
        <w:rPr>
          <w:rFonts w:ascii="Century Gothic" w:hAnsi="Century Gothic"/>
          <w:b/>
          <w:sz w:val="22"/>
          <w:szCs w:val="22"/>
        </w:rPr>
        <w:t xml:space="preserve">EE </w:t>
      </w:r>
      <w:r w:rsidR="00312E69" w:rsidRPr="007C1714">
        <w:rPr>
          <w:rFonts w:ascii="Century Gothic" w:hAnsi="Century Gothic"/>
          <w:sz w:val="22"/>
          <w:szCs w:val="22"/>
        </w:rPr>
        <w:t xml:space="preserve">things you can do personally to reduce your consumption of fossil fuels or carbon emissions? </w:t>
      </w:r>
    </w:p>
    <w:p w:rsid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>1.</w:t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</w:p>
    <w:p w:rsid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ab/>
      </w:r>
    </w:p>
    <w:p w:rsidR="00312E69" w:rsidRP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</w:p>
    <w:p w:rsid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>2.</w:t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</w:p>
    <w:p w:rsid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ab/>
      </w:r>
    </w:p>
    <w:p w:rsidR="00312E69" w:rsidRP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</w:p>
    <w:p w:rsidR="00312E69" w:rsidRPr="00A26170" w:rsidRDefault="00312E69" w:rsidP="00A26170">
      <w:pPr>
        <w:ind w:left="720"/>
        <w:contextualSpacing/>
        <w:rPr>
          <w:rFonts w:ascii="Century Gothic" w:hAnsi="Century Gothic"/>
          <w:sz w:val="22"/>
          <w:szCs w:val="22"/>
        </w:rPr>
      </w:pPr>
      <w:r w:rsidRPr="00A26170">
        <w:rPr>
          <w:rFonts w:ascii="Century Gothic" w:hAnsi="Century Gothic"/>
          <w:sz w:val="22"/>
          <w:szCs w:val="22"/>
        </w:rPr>
        <w:t>3.</w:t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  <w:r w:rsidRPr="00A26170">
        <w:rPr>
          <w:rFonts w:ascii="Century Gothic" w:hAnsi="Century Gothic"/>
          <w:sz w:val="22"/>
          <w:szCs w:val="22"/>
        </w:rPr>
        <w:tab/>
      </w:r>
    </w:p>
    <w:p w:rsidR="00312E69" w:rsidRDefault="00312E69" w:rsidP="00E92B06">
      <w:pPr>
        <w:contextualSpacing/>
        <w:rPr>
          <w:rFonts w:ascii="Century Gothic" w:hAnsi="Century Gothic"/>
          <w:sz w:val="22"/>
          <w:szCs w:val="22"/>
          <w:u w:val="single"/>
        </w:rPr>
      </w:pPr>
    </w:p>
    <w:p w:rsidR="00A26170" w:rsidRPr="007C1714" w:rsidRDefault="00A26170" w:rsidP="00E92B06">
      <w:pPr>
        <w:contextualSpacing/>
        <w:rPr>
          <w:rFonts w:ascii="Century Gothic" w:hAnsi="Century Gothic"/>
          <w:sz w:val="22"/>
          <w:szCs w:val="22"/>
          <w:u w:val="single"/>
        </w:rPr>
      </w:pPr>
    </w:p>
    <w:p w:rsidR="00312E69" w:rsidRPr="007C1714" w:rsidRDefault="00E11E8C" w:rsidP="00E92B06">
      <w:pPr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17. </w:t>
      </w:r>
      <w:r w:rsidR="00312E69" w:rsidRPr="007C1714">
        <w:rPr>
          <w:rFonts w:ascii="Century Gothic" w:hAnsi="Century Gothic"/>
          <w:sz w:val="22"/>
          <w:szCs w:val="22"/>
        </w:rPr>
        <w:t>How does carbon dioxide cause water to become more acidic?</w:t>
      </w:r>
    </w:p>
    <w:p w:rsidR="00312E69" w:rsidRPr="007C1714" w:rsidRDefault="00312E69" w:rsidP="00E92B06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E92B06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E92B06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E92B06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E11E8C" w:rsidP="00312E69">
      <w:pPr>
        <w:contextualSpacing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18</w:t>
      </w:r>
      <w:r w:rsidR="00EF6508">
        <w:rPr>
          <w:rFonts w:ascii="Century Gothic" w:hAnsi="Century Gothic"/>
          <w:sz w:val="22"/>
          <w:szCs w:val="22"/>
        </w:rPr>
        <w:t xml:space="preserve">. What is the natural pH range for our oceans? </w:t>
      </w:r>
      <w:r w:rsidR="00312E69" w:rsidRPr="007C1714">
        <w:rPr>
          <w:rFonts w:ascii="Century Gothic" w:hAnsi="Century Gothic"/>
          <w:sz w:val="22"/>
          <w:szCs w:val="22"/>
        </w:rPr>
        <w:t xml:space="preserve">Is this </w:t>
      </w:r>
      <w:r>
        <w:rPr>
          <w:rFonts w:ascii="Century Gothic" w:hAnsi="Century Gothic"/>
          <w:sz w:val="22"/>
          <w:szCs w:val="22"/>
        </w:rPr>
        <w:t>acidic</w:t>
      </w:r>
      <w:r w:rsidR="00750A78">
        <w:rPr>
          <w:rFonts w:ascii="Century Gothic" w:hAnsi="Century Gothic"/>
          <w:sz w:val="22"/>
          <w:szCs w:val="22"/>
        </w:rPr>
        <w:t xml:space="preserve"> or basic?</w:t>
      </w:r>
    </w:p>
    <w:p w:rsidR="00312E69" w:rsidRPr="007C1714" w:rsidRDefault="00312E69" w:rsidP="00312E69">
      <w:pPr>
        <w:contextualSpacing/>
        <w:rPr>
          <w:rFonts w:ascii="Century Gothic" w:hAnsi="Century Gothic"/>
          <w:sz w:val="22"/>
          <w:szCs w:val="22"/>
        </w:rPr>
      </w:pPr>
    </w:p>
    <w:p w:rsidR="00312E69" w:rsidRPr="007C1714" w:rsidRDefault="00312E69" w:rsidP="00E92B06">
      <w:pPr>
        <w:contextualSpacing/>
        <w:rPr>
          <w:rFonts w:ascii="Century Gothic" w:hAnsi="Century Gothic"/>
          <w:sz w:val="22"/>
          <w:szCs w:val="22"/>
        </w:rPr>
      </w:pPr>
    </w:p>
    <w:p w:rsidR="00E92B06" w:rsidRPr="007C1714" w:rsidRDefault="00E92B06" w:rsidP="00E92B06">
      <w:pPr>
        <w:jc w:val="center"/>
        <w:rPr>
          <w:rFonts w:ascii="Century Gothic" w:hAnsi="Century Gothic"/>
          <w:sz w:val="22"/>
          <w:szCs w:val="22"/>
        </w:rPr>
      </w:pPr>
    </w:p>
    <w:sectPr w:rsidR="00E92B06" w:rsidRPr="007C1714" w:rsidSect="00EB03E8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029" w:rsidRDefault="008D7029" w:rsidP="008D7029">
      <w:pPr>
        <w:spacing w:after="0"/>
      </w:pPr>
      <w:r>
        <w:separator/>
      </w:r>
    </w:p>
  </w:endnote>
  <w:endnote w:type="continuationSeparator" w:id="0">
    <w:p w:rsidR="008D7029" w:rsidRDefault="008D7029" w:rsidP="008D70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029" w:rsidRDefault="008D7029" w:rsidP="008D7029">
      <w:pPr>
        <w:spacing w:after="0"/>
      </w:pPr>
      <w:r>
        <w:separator/>
      </w:r>
    </w:p>
  </w:footnote>
  <w:footnote w:type="continuationSeparator" w:id="0">
    <w:p w:rsidR="008D7029" w:rsidRDefault="008D7029" w:rsidP="008D70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29" w:rsidRPr="00C26795" w:rsidRDefault="008D7029" w:rsidP="00C26795">
    <w:pPr>
      <w:pStyle w:val="Header"/>
      <w:jc w:val="center"/>
      <w:rPr>
        <w:rFonts w:ascii="Century Gothic" w:hAnsi="Century Gothic"/>
        <w:b/>
        <w:sz w:val="22"/>
      </w:rPr>
    </w:pPr>
    <w:r w:rsidRPr="00C26795">
      <w:rPr>
        <w:rFonts w:ascii="Century Gothic" w:hAnsi="Century Gothic"/>
        <w:b/>
        <w:sz w:val="22"/>
      </w:rPr>
      <w:t>Name: _______________________________________________________ Date: ___________</w:t>
    </w:r>
  </w:p>
  <w:p w:rsidR="008D7029" w:rsidRDefault="008D70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06"/>
    <w:rsid w:val="000B1721"/>
    <w:rsid w:val="001E00C4"/>
    <w:rsid w:val="00263959"/>
    <w:rsid w:val="002A1949"/>
    <w:rsid w:val="00312E69"/>
    <w:rsid w:val="003251AC"/>
    <w:rsid w:val="00353861"/>
    <w:rsid w:val="003B6582"/>
    <w:rsid w:val="00492313"/>
    <w:rsid w:val="00521D0D"/>
    <w:rsid w:val="00597731"/>
    <w:rsid w:val="006A0389"/>
    <w:rsid w:val="006D218E"/>
    <w:rsid w:val="00750A78"/>
    <w:rsid w:val="007C1714"/>
    <w:rsid w:val="00867461"/>
    <w:rsid w:val="008D7029"/>
    <w:rsid w:val="00954CBD"/>
    <w:rsid w:val="00A26170"/>
    <w:rsid w:val="00A37558"/>
    <w:rsid w:val="00A4514D"/>
    <w:rsid w:val="00B71145"/>
    <w:rsid w:val="00C26795"/>
    <w:rsid w:val="00C50DE0"/>
    <w:rsid w:val="00D5550B"/>
    <w:rsid w:val="00E11E8C"/>
    <w:rsid w:val="00E92B06"/>
    <w:rsid w:val="00EB03E8"/>
    <w:rsid w:val="00EF6508"/>
    <w:rsid w:val="00F9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0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D7029"/>
  </w:style>
  <w:style w:type="paragraph" w:styleId="Footer">
    <w:name w:val="footer"/>
    <w:basedOn w:val="Normal"/>
    <w:link w:val="FooterChar"/>
    <w:uiPriority w:val="99"/>
    <w:unhideWhenUsed/>
    <w:rsid w:val="008D70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D7029"/>
  </w:style>
  <w:style w:type="paragraph" w:styleId="BalloonText">
    <w:name w:val="Balloon Text"/>
    <w:basedOn w:val="Normal"/>
    <w:link w:val="BalloonTextChar"/>
    <w:uiPriority w:val="99"/>
    <w:semiHidden/>
    <w:unhideWhenUsed/>
    <w:rsid w:val="008D70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0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3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702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D7029"/>
  </w:style>
  <w:style w:type="paragraph" w:styleId="Footer">
    <w:name w:val="footer"/>
    <w:basedOn w:val="Normal"/>
    <w:link w:val="FooterChar"/>
    <w:uiPriority w:val="99"/>
    <w:unhideWhenUsed/>
    <w:rsid w:val="008D7029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D7029"/>
  </w:style>
  <w:style w:type="paragraph" w:styleId="BalloonText">
    <w:name w:val="Balloon Text"/>
    <w:basedOn w:val="Normal"/>
    <w:link w:val="BalloonTextChar"/>
    <w:uiPriority w:val="99"/>
    <w:semiHidden/>
    <w:unhideWhenUsed/>
    <w:rsid w:val="008D70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0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3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13755624</Template>
  <TotalTime>53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Portsmouth School Department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and Elisa</dc:creator>
  <cp:lastModifiedBy>Rachel Pozzetti</cp:lastModifiedBy>
  <cp:revision>21</cp:revision>
  <cp:lastPrinted>2013-03-05T20:02:00Z</cp:lastPrinted>
  <dcterms:created xsi:type="dcterms:W3CDTF">2013-03-05T19:48:00Z</dcterms:created>
  <dcterms:modified xsi:type="dcterms:W3CDTF">2014-03-03T16:54:00Z</dcterms:modified>
</cp:coreProperties>
</file>